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9498" w:type="dxa"/>
        <w:tblLook w:val="04A0" w:firstRow="1" w:lastRow="0" w:firstColumn="1" w:lastColumn="0" w:noHBand="0" w:noVBand="1"/>
      </w:tblPr>
      <w:tblGrid>
        <w:gridCol w:w="1299"/>
        <w:gridCol w:w="2310"/>
        <w:gridCol w:w="5889"/>
      </w:tblGrid>
      <w:tr w:rsidR="00757AC7" w:rsidRPr="00B0544D" w14:paraId="1A5578E5" w14:textId="77777777" w:rsidTr="00FA0CA8">
        <w:tc>
          <w:tcPr>
            <w:tcW w:w="1299" w:type="dxa"/>
          </w:tcPr>
          <w:p w14:paraId="70751906" w14:textId="77777777" w:rsidR="00757AC7" w:rsidRPr="00FA0CA8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sz w:val="20"/>
              </w:rPr>
            </w:pPr>
            <w:r w:rsidRPr="00FA0CA8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2310" w:type="dxa"/>
          </w:tcPr>
          <w:p w14:paraId="574DF05E" w14:textId="77777777" w:rsidR="00757AC7" w:rsidRPr="00FA0CA8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FA0CA8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5889" w:type="dxa"/>
          </w:tcPr>
          <w:p w14:paraId="640B2348" w14:textId="77777777" w:rsidR="00757AC7" w:rsidRPr="00FA0CA8" w:rsidRDefault="00757AC7" w:rsidP="00D3522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FA0CA8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FA0CA8" w14:paraId="43E33527" w14:textId="77777777" w:rsidTr="00FA0CA8">
        <w:tc>
          <w:tcPr>
            <w:tcW w:w="1299" w:type="dxa"/>
            <w:hideMark/>
          </w:tcPr>
          <w:p w14:paraId="5C0BA6B5" w14:textId="77777777" w:rsidR="00FA0CA8" w:rsidRPr="00FA0CA8" w:rsidRDefault="00FA0CA8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FA0CA8">
              <w:rPr>
                <w:rFonts w:ascii="Poppins" w:hAnsi="Poppins" w:cs="Poppins"/>
                <w:bCs/>
                <w:sz w:val="20"/>
              </w:rPr>
              <w:t>02018144</w:t>
            </w:r>
          </w:p>
        </w:tc>
        <w:tc>
          <w:tcPr>
            <w:tcW w:w="2310" w:type="dxa"/>
            <w:hideMark/>
          </w:tcPr>
          <w:p w14:paraId="46074C77" w14:textId="77777777" w:rsidR="00FA0CA8" w:rsidRPr="00FA0CA8" w:rsidRDefault="00FA0CA8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FA0CA8">
              <w:rPr>
                <w:rFonts w:ascii="Poppins" w:hAnsi="Poppins" w:cs="Poppins"/>
                <w:bCs/>
                <w:sz w:val="20"/>
              </w:rPr>
              <w:t>Cronotermostato settimanale touch screen a radiofrequenza</w:t>
            </w:r>
          </w:p>
        </w:tc>
        <w:tc>
          <w:tcPr>
            <w:tcW w:w="5889" w:type="dxa"/>
          </w:tcPr>
          <w:p w14:paraId="4FF31C79" w14:textId="77777777" w:rsidR="00D3522D" w:rsidRDefault="00FA0CA8" w:rsidP="00D3522D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A0CA8">
              <w:rPr>
                <w:rFonts w:ascii="Poppins" w:hAnsi="Poppins" w:cs="Poppins"/>
                <w:sz w:val="20"/>
              </w:rPr>
              <w:t>Cronotermostato elettronico, a radiofrequenza, a programmazione settimanale con display LCD retroilluminato.</w:t>
            </w:r>
          </w:p>
          <w:p w14:paraId="210D3B7D" w14:textId="5255904B" w:rsidR="00FA0CA8" w:rsidRPr="00FA0CA8" w:rsidRDefault="00FA0CA8" w:rsidP="00D3522D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A0CA8">
              <w:rPr>
                <w:rFonts w:ascii="Poppins" w:hAnsi="Poppins" w:cs="Poppins"/>
                <w:sz w:val="20"/>
              </w:rPr>
              <w:t>Colore</w:t>
            </w:r>
            <w:r w:rsidR="00D3522D">
              <w:rPr>
                <w:rFonts w:ascii="Poppins" w:hAnsi="Poppins" w:cs="Poppins"/>
                <w:sz w:val="20"/>
              </w:rPr>
              <w:t>:</w:t>
            </w:r>
            <w:r w:rsidRPr="00FA0CA8">
              <w:rPr>
                <w:rFonts w:ascii="Poppins" w:hAnsi="Poppins" w:cs="Poppins"/>
                <w:sz w:val="20"/>
              </w:rPr>
              <w:t xml:space="preserve"> bianco.</w:t>
            </w:r>
          </w:p>
          <w:p w14:paraId="13AFDE1D" w14:textId="77777777" w:rsidR="00FA0CA8" w:rsidRPr="00FA0CA8" w:rsidRDefault="00FA0CA8" w:rsidP="00D3522D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A0CA8">
              <w:rPr>
                <w:rFonts w:ascii="Poppins" w:hAnsi="Poppins" w:cs="Poppins"/>
                <w:sz w:val="20"/>
              </w:rPr>
              <w:t>Base in plastica per l’installazione a parete o fissaggio su scatola da 3 moduli, tipo 503.</w:t>
            </w:r>
          </w:p>
          <w:p w14:paraId="5CE8BEBF" w14:textId="77777777" w:rsidR="00FA0CA8" w:rsidRPr="00FA0CA8" w:rsidRDefault="00FA0CA8" w:rsidP="00D3522D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A0CA8">
              <w:rPr>
                <w:rFonts w:ascii="Poppins" w:hAnsi="Poppins" w:cs="Poppins"/>
                <w:sz w:val="20"/>
              </w:rPr>
              <w:t>Retroilluminazione: colore blu (attiva al tocco).</w:t>
            </w:r>
          </w:p>
          <w:p w14:paraId="67EA98C6" w14:textId="77777777" w:rsidR="00FA0CA8" w:rsidRPr="00FA0CA8" w:rsidRDefault="00FA0CA8" w:rsidP="00D3522D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A0CA8">
              <w:rPr>
                <w:rFonts w:ascii="Poppins" w:hAnsi="Poppins" w:cs="Poppins"/>
                <w:sz w:val="20"/>
              </w:rPr>
              <w:t>Blocco tastiera con password (es. per installazione in luoghi pubblici).</w:t>
            </w:r>
          </w:p>
          <w:p w14:paraId="2DF3D9A5" w14:textId="77777777" w:rsidR="00FA0CA8" w:rsidRPr="00FA0CA8" w:rsidRDefault="00FA0CA8" w:rsidP="00D3522D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A0CA8">
              <w:rPr>
                <w:rFonts w:ascii="Poppins" w:hAnsi="Poppins" w:cs="Poppins"/>
                <w:sz w:val="20"/>
              </w:rPr>
              <w:t>Funzione rilevamento finestra aperta.</w:t>
            </w:r>
          </w:p>
          <w:p w14:paraId="7EF15020" w14:textId="77777777" w:rsidR="00FA0CA8" w:rsidRPr="00FA0CA8" w:rsidRDefault="00FA0CA8" w:rsidP="00D3522D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0A9BDCE1" w14:textId="77777777" w:rsidR="00FA0CA8" w:rsidRPr="00FA0CA8" w:rsidRDefault="00FA0CA8" w:rsidP="00D3522D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187563F4" w14:textId="77777777" w:rsidR="00FA0CA8" w:rsidRPr="00D3522D" w:rsidRDefault="00FA0CA8" w:rsidP="00D3522D">
            <w:pPr>
              <w:pStyle w:val="Paragrafoelenco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D3522D">
              <w:rPr>
                <w:rFonts w:ascii="Poppins" w:hAnsi="Poppins" w:cs="Poppins"/>
              </w:rPr>
              <w:t>Dimensioni: 125 x 85 x 26 mm</w:t>
            </w:r>
          </w:p>
          <w:p w14:paraId="49DB7018" w14:textId="77777777" w:rsidR="00D3522D" w:rsidRDefault="00FA0CA8" w:rsidP="00D3522D">
            <w:pPr>
              <w:pStyle w:val="Paragrafoelenco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D3522D">
              <w:rPr>
                <w:rFonts w:ascii="Poppins" w:hAnsi="Poppins" w:cs="Poppins"/>
              </w:rPr>
              <w:t>Alimentazione mediante 2 batterie alcaline formato AAA - LR3 - 1,5 V</w:t>
            </w:r>
          </w:p>
          <w:p w14:paraId="6A8854AA" w14:textId="04764FAE" w:rsidR="00FA0CA8" w:rsidRPr="00D3522D" w:rsidRDefault="00FA0CA8" w:rsidP="00D3522D">
            <w:pPr>
              <w:pStyle w:val="Paragrafoelenco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D3522D">
              <w:rPr>
                <w:rFonts w:ascii="Poppins" w:hAnsi="Poppins" w:cs="Poppins"/>
              </w:rPr>
              <w:t>Riserva di carica: 1 minuto (per sostituzione batteria)</w:t>
            </w:r>
          </w:p>
          <w:p w14:paraId="0B24F379" w14:textId="335FFC80" w:rsidR="00FA0CA8" w:rsidRPr="00D3522D" w:rsidRDefault="00FA0CA8" w:rsidP="00D3522D">
            <w:pPr>
              <w:pStyle w:val="Paragrafoelenco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D3522D">
              <w:rPr>
                <w:rFonts w:ascii="Poppins" w:hAnsi="Poppins" w:cs="Poppins"/>
              </w:rPr>
              <w:t>Programmazione: settimanale con risoluzione 1 ora</w:t>
            </w:r>
          </w:p>
          <w:p w14:paraId="239D2A26" w14:textId="346315B7" w:rsidR="00FA0CA8" w:rsidRPr="00D3522D" w:rsidRDefault="00FA0CA8" w:rsidP="00D3522D">
            <w:pPr>
              <w:pStyle w:val="Paragrafoelenco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D3522D">
              <w:rPr>
                <w:rFonts w:ascii="Poppins" w:hAnsi="Poppins" w:cs="Poppins"/>
              </w:rPr>
              <w:t>Modalità di funzionamento: Estate/Inverno/Off (automatico/manuale)</w:t>
            </w:r>
          </w:p>
          <w:p w14:paraId="5F66A854" w14:textId="0A702D80" w:rsidR="00FA0CA8" w:rsidRPr="00D3522D" w:rsidRDefault="00FA0CA8" w:rsidP="00D3522D">
            <w:pPr>
              <w:pStyle w:val="Paragrafoelenco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D3522D">
              <w:rPr>
                <w:rFonts w:ascii="Poppins" w:hAnsi="Poppins" w:cs="Poppins"/>
              </w:rPr>
              <w:t>Tipo di regolazione: On-Off e proporzionale con banda e periodo impostabili od invio set point per gestione autonoma attuatore/i a radiofrequenza</w:t>
            </w:r>
          </w:p>
          <w:p w14:paraId="00548506" w14:textId="77777777" w:rsidR="00FA0CA8" w:rsidRPr="00D3522D" w:rsidRDefault="00FA0CA8" w:rsidP="00D3522D">
            <w:pPr>
              <w:pStyle w:val="Paragrafoelenco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D3522D">
              <w:rPr>
                <w:rFonts w:ascii="Poppins" w:hAnsi="Poppins" w:cs="Poppins"/>
              </w:rPr>
              <w:t>Differenziale: 0,1-1,0 °C</w:t>
            </w:r>
          </w:p>
          <w:p w14:paraId="457FD6E0" w14:textId="1136AA70" w:rsidR="00FA0CA8" w:rsidRPr="00D3522D" w:rsidRDefault="00FA0CA8" w:rsidP="00D3522D">
            <w:pPr>
              <w:pStyle w:val="Paragrafoelenco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D3522D">
              <w:rPr>
                <w:rFonts w:ascii="Poppins" w:hAnsi="Poppins" w:cs="Poppins"/>
              </w:rPr>
              <w:t>Temperature regolabili su 3 livelli; manuale; antigelo (da 1 a 10 °C oppure escluso)</w:t>
            </w:r>
          </w:p>
          <w:p w14:paraId="546322D8" w14:textId="77777777" w:rsidR="00FA0CA8" w:rsidRPr="00D3522D" w:rsidRDefault="00FA0CA8" w:rsidP="00D3522D">
            <w:pPr>
              <w:pStyle w:val="Paragrafoelenco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D3522D">
              <w:rPr>
                <w:rFonts w:ascii="Poppins" w:hAnsi="Poppins" w:cs="Poppins"/>
              </w:rPr>
              <w:t>Campo di regolazione temperature: da 2 a 35 °C</w:t>
            </w:r>
          </w:p>
          <w:p w14:paraId="7A3CAE07" w14:textId="77777777" w:rsidR="00FA0CA8" w:rsidRPr="00D3522D" w:rsidRDefault="00FA0CA8" w:rsidP="00D3522D">
            <w:pPr>
              <w:pStyle w:val="Paragrafoelenco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D3522D">
              <w:rPr>
                <w:rFonts w:ascii="Poppins" w:hAnsi="Poppins" w:cs="Poppins"/>
              </w:rPr>
              <w:t>Risoluzione temperatura: 0,1 °C</w:t>
            </w:r>
          </w:p>
          <w:p w14:paraId="04ED4286" w14:textId="77777777" w:rsidR="00FA0CA8" w:rsidRPr="00D3522D" w:rsidRDefault="00FA0CA8" w:rsidP="00D3522D">
            <w:pPr>
              <w:pStyle w:val="Paragrafoelenco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D3522D">
              <w:rPr>
                <w:rFonts w:ascii="Poppins" w:hAnsi="Poppins" w:cs="Poppins"/>
              </w:rPr>
              <w:t>Comunicazione con segnale a radiofrequenza 433,92 MHz</w:t>
            </w:r>
          </w:p>
          <w:p w14:paraId="1D1DCB73" w14:textId="77777777" w:rsidR="00FA0CA8" w:rsidRPr="00D3522D" w:rsidRDefault="00FA0CA8" w:rsidP="00D3522D">
            <w:pPr>
              <w:pStyle w:val="Paragrafoelenco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D3522D">
              <w:rPr>
                <w:rFonts w:ascii="Poppins" w:hAnsi="Poppins" w:cs="Poppins"/>
              </w:rPr>
              <w:t>Distanza massima tra cronotermostato ed attuatore: 50 m in campo libero</w:t>
            </w:r>
          </w:p>
          <w:p w14:paraId="1C09310C" w14:textId="4C46DEB4" w:rsidR="00D3522D" w:rsidRDefault="00FA0CA8" w:rsidP="00D3522D">
            <w:pPr>
              <w:pStyle w:val="Paragrafoelenco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D3522D">
              <w:rPr>
                <w:rFonts w:ascii="Poppins" w:hAnsi="Poppins" w:cs="Poppins"/>
              </w:rPr>
              <w:t>Grado di protezione: IP40</w:t>
            </w:r>
          </w:p>
          <w:p w14:paraId="265CFC29" w14:textId="77777777" w:rsidR="00D3522D" w:rsidRPr="00D3522D" w:rsidRDefault="00D3522D" w:rsidP="00D3522D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  <w:szCs w:val="16"/>
              </w:rPr>
            </w:pPr>
          </w:p>
          <w:p w14:paraId="387CD0B9" w14:textId="77777777" w:rsidR="00FA0CA8" w:rsidRPr="00FA0CA8" w:rsidRDefault="00FA0CA8" w:rsidP="00D3522D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A0CA8">
              <w:rPr>
                <w:rFonts w:ascii="Poppins" w:hAnsi="Poppins" w:cs="Poppins"/>
                <w:sz w:val="20"/>
              </w:rPr>
              <w:t>Regolamento delegato (UE) n. 811/2013; allegato IV-3:</w:t>
            </w:r>
          </w:p>
          <w:p w14:paraId="27601F87" w14:textId="1E17E24E" w:rsidR="00FA0CA8" w:rsidRPr="00D3522D" w:rsidRDefault="00FA0CA8" w:rsidP="00D3522D">
            <w:pPr>
              <w:pStyle w:val="Paragrafoelenco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D3522D">
              <w:rPr>
                <w:rFonts w:ascii="Poppins" w:hAnsi="Poppins" w:cs="Poppins"/>
              </w:rPr>
              <w:t xml:space="preserve">Classe del dispositivo di controllo della temperatura: Classe 4; Classe IV </w:t>
            </w:r>
          </w:p>
          <w:p w14:paraId="2DA63B1C" w14:textId="3BB48C22" w:rsidR="00FA0CA8" w:rsidRPr="00D3522D" w:rsidRDefault="00FA0CA8" w:rsidP="00D3522D">
            <w:pPr>
              <w:pStyle w:val="Paragrafoelenco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D3522D">
              <w:rPr>
                <w:rFonts w:ascii="Poppins" w:hAnsi="Poppins" w:cs="Poppins"/>
              </w:rPr>
              <w:lastRenderedPageBreak/>
              <w:t>Contributo del dispositivo di controllo della temperatura all’efficienza energetica stagionale di riscaldamento d’ambiente in %: 2%</w:t>
            </w:r>
          </w:p>
          <w:p w14:paraId="5D367C6F" w14:textId="77777777" w:rsidR="00FA0CA8" w:rsidRPr="00FA0CA8" w:rsidRDefault="00FA0CA8" w:rsidP="00D3522D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0E50914F" w14:textId="021E20AD" w:rsidR="00FA0CA8" w:rsidRPr="00FA0CA8" w:rsidRDefault="00FA0CA8" w:rsidP="00D3522D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FA0CA8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D3522D">
              <w:rPr>
                <w:rFonts w:ascii="Poppins" w:hAnsi="Poppins" w:cs="Poppins"/>
                <w:b/>
                <w:sz w:val="20"/>
              </w:rPr>
              <w:t>Emmeti</w:t>
            </w:r>
            <w:r w:rsidRPr="00FA0CA8">
              <w:rPr>
                <w:rFonts w:ascii="Poppins" w:hAnsi="Poppins" w:cs="Poppins"/>
                <w:b/>
                <w:sz w:val="20"/>
              </w:rPr>
              <w:t xml:space="preserve"> – Modello Cronotermostato settimanale touch screen a radiofrequenza o </w:t>
            </w:r>
            <w:r w:rsidR="00D3522D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FA0CA8" w14:paraId="37643A5B" w14:textId="77777777" w:rsidTr="00FA0CA8">
        <w:tc>
          <w:tcPr>
            <w:tcW w:w="1299" w:type="dxa"/>
            <w:hideMark/>
          </w:tcPr>
          <w:p w14:paraId="7E7AEE82" w14:textId="77777777" w:rsidR="00FA0CA8" w:rsidRPr="00FA0CA8" w:rsidRDefault="00FA0CA8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FA0CA8">
              <w:rPr>
                <w:rFonts w:ascii="Poppins" w:hAnsi="Poppins" w:cs="Poppins"/>
                <w:bCs/>
                <w:sz w:val="20"/>
              </w:rPr>
              <w:lastRenderedPageBreak/>
              <w:t>02018124</w:t>
            </w:r>
          </w:p>
        </w:tc>
        <w:tc>
          <w:tcPr>
            <w:tcW w:w="2310" w:type="dxa"/>
            <w:hideMark/>
          </w:tcPr>
          <w:p w14:paraId="4D1CED28" w14:textId="77777777" w:rsidR="00FA0CA8" w:rsidRPr="00FA0CA8" w:rsidRDefault="00FA0CA8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FA0CA8">
              <w:rPr>
                <w:rFonts w:ascii="Poppins" w:hAnsi="Poppins" w:cs="Poppins"/>
                <w:bCs/>
                <w:sz w:val="20"/>
              </w:rPr>
              <w:t>Attuatore radiofrequenza da barra DIN ad un canale con ritardo fisso</w:t>
            </w:r>
          </w:p>
        </w:tc>
        <w:tc>
          <w:tcPr>
            <w:tcW w:w="5889" w:type="dxa"/>
          </w:tcPr>
          <w:p w14:paraId="69C30227" w14:textId="77777777" w:rsidR="00FA0CA8" w:rsidRPr="00FA0CA8" w:rsidRDefault="00FA0CA8" w:rsidP="00D3522D">
            <w:pPr>
              <w:jc w:val="both"/>
              <w:rPr>
                <w:rFonts w:ascii="Poppins" w:hAnsi="Poppins" w:cs="Poppins"/>
                <w:sz w:val="20"/>
              </w:rPr>
            </w:pPr>
            <w:r w:rsidRPr="00FA0CA8">
              <w:rPr>
                <w:rFonts w:ascii="Poppins" w:hAnsi="Poppins" w:cs="Poppins"/>
                <w:sz w:val="20"/>
              </w:rPr>
              <w:t>Attuatore elettronico a radiofrequenza con ricezione del comando dal corrispondente termostato a radiofrequenza, funzionando come un normale attuatore remoto (es. consenso generatore di calore).</w:t>
            </w:r>
          </w:p>
          <w:p w14:paraId="79367E36" w14:textId="77777777" w:rsidR="00FA0CA8" w:rsidRPr="00FA0CA8" w:rsidRDefault="00FA0CA8" w:rsidP="00D3522D">
            <w:pPr>
              <w:jc w:val="both"/>
              <w:rPr>
                <w:rFonts w:ascii="Poppins" w:hAnsi="Poppins" w:cs="Poppins"/>
                <w:sz w:val="20"/>
              </w:rPr>
            </w:pPr>
            <w:r w:rsidRPr="00FA0CA8">
              <w:rPr>
                <w:rFonts w:ascii="Poppins" w:hAnsi="Poppins" w:cs="Poppins"/>
                <w:sz w:val="20"/>
              </w:rPr>
              <w:t>Installazione su barra DIN.</w:t>
            </w:r>
          </w:p>
          <w:p w14:paraId="3A94DAF9" w14:textId="77777777" w:rsidR="00FA0CA8" w:rsidRPr="00FA0CA8" w:rsidRDefault="00FA0CA8" w:rsidP="00D3522D">
            <w:pPr>
              <w:jc w:val="both"/>
              <w:rPr>
                <w:rFonts w:ascii="Poppins" w:hAnsi="Poppins" w:cs="Poppins"/>
                <w:sz w:val="20"/>
              </w:rPr>
            </w:pPr>
            <w:r w:rsidRPr="00FA0CA8">
              <w:rPr>
                <w:rFonts w:ascii="Poppins" w:hAnsi="Poppins" w:cs="Poppins"/>
                <w:sz w:val="20"/>
              </w:rPr>
              <w:t>Presenza di:</w:t>
            </w:r>
          </w:p>
          <w:p w14:paraId="7BA157F2" w14:textId="77777777" w:rsidR="00FA0CA8" w:rsidRPr="00FA0CA8" w:rsidRDefault="00FA0CA8" w:rsidP="00D3522D">
            <w:pPr>
              <w:pStyle w:val="Paragrafoelenco"/>
              <w:numPr>
                <w:ilvl w:val="0"/>
                <w:numId w:val="30"/>
              </w:numPr>
              <w:jc w:val="both"/>
              <w:rPr>
                <w:rFonts w:ascii="Poppins" w:hAnsi="Poppins" w:cs="Poppins"/>
              </w:rPr>
            </w:pPr>
            <w:r w:rsidRPr="00FA0CA8">
              <w:rPr>
                <w:rFonts w:ascii="Poppins" w:hAnsi="Poppins" w:cs="Poppins"/>
              </w:rPr>
              <w:t>Led verde di segnalazione stato di funzionamento</w:t>
            </w:r>
          </w:p>
          <w:p w14:paraId="77B7E8C7" w14:textId="77777777" w:rsidR="00FA0CA8" w:rsidRPr="00FA0CA8" w:rsidRDefault="00FA0CA8" w:rsidP="00D3522D">
            <w:pPr>
              <w:pStyle w:val="Paragrafoelenco"/>
              <w:numPr>
                <w:ilvl w:val="0"/>
                <w:numId w:val="30"/>
              </w:numPr>
              <w:jc w:val="both"/>
              <w:rPr>
                <w:rFonts w:ascii="Poppins" w:hAnsi="Poppins" w:cs="Poppins"/>
              </w:rPr>
            </w:pPr>
            <w:r w:rsidRPr="00FA0CA8">
              <w:rPr>
                <w:rFonts w:ascii="Poppins" w:hAnsi="Poppins" w:cs="Poppins"/>
              </w:rPr>
              <w:t>Led rosso di segnalazione stato del relè</w:t>
            </w:r>
          </w:p>
          <w:p w14:paraId="656A22E3" w14:textId="77777777" w:rsidR="00FA0CA8" w:rsidRPr="00FA0CA8" w:rsidRDefault="00FA0CA8" w:rsidP="00D3522D">
            <w:pPr>
              <w:pStyle w:val="Paragrafoelenco"/>
              <w:numPr>
                <w:ilvl w:val="0"/>
                <w:numId w:val="30"/>
              </w:numPr>
              <w:jc w:val="both"/>
              <w:rPr>
                <w:rFonts w:ascii="Poppins" w:hAnsi="Poppins" w:cs="Poppins"/>
              </w:rPr>
            </w:pPr>
            <w:r w:rsidRPr="00FA0CA8">
              <w:rPr>
                <w:rFonts w:ascii="Poppins" w:hAnsi="Poppins" w:cs="Poppins"/>
              </w:rPr>
              <w:t>Tasto SET di programmazione e reset canale</w:t>
            </w:r>
          </w:p>
          <w:p w14:paraId="33C93D66" w14:textId="77777777" w:rsidR="00FA0CA8" w:rsidRPr="00FA0CA8" w:rsidRDefault="00FA0CA8" w:rsidP="00D3522D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4A455137" w14:textId="77777777" w:rsidR="00FA0CA8" w:rsidRPr="00FA0CA8" w:rsidRDefault="00FA0CA8" w:rsidP="00D3522D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604978AE" w14:textId="77777777" w:rsidR="00FA0CA8" w:rsidRPr="00DE4884" w:rsidRDefault="00FA0CA8" w:rsidP="00DE4884">
            <w:pPr>
              <w:pStyle w:val="Paragrafoelenco"/>
              <w:numPr>
                <w:ilvl w:val="0"/>
                <w:numId w:val="33"/>
              </w:numPr>
              <w:jc w:val="both"/>
              <w:rPr>
                <w:rFonts w:ascii="Poppins" w:hAnsi="Poppins" w:cs="Poppins"/>
                <w:b/>
              </w:rPr>
            </w:pPr>
            <w:r w:rsidRPr="00DE4884">
              <w:rPr>
                <w:rFonts w:ascii="Poppins" w:hAnsi="Poppins" w:cs="Poppins"/>
              </w:rPr>
              <w:t xml:space="preserve">Alimentazione elettrica 230 </w:t>
            </w:r>
            <w:proofErr w:type="spellStart"/>
            <w:r w:rsidRPr="00DE4884">
              <w:rPr>
                <w:rFonts w:ascii="Poppins" w:hAnsi="Poppins" w:cs="Poppins"/>
              </w:rPr>
              <w:t>Vac</w:t>
            </w:r>
            <w:proofErr w:type="spellEnd"/>
            <w:r w:rsidRPr="00DE4884">
              <w:rPr>
                <w:rFonts w:ascii="Poppins" w:hAnsi="Poppins" w:cs="Poppins"/>
              </w:rPr>
              <w:t xml:space="preserve"> – 50-60 Hz</w:t>
            </w:r>
          </w:p>
          <w:p w14:paraId="7DA792E9" w14:textId="37B1D964" w:rsidR="00FA0CA8" w:rsidRPr="00DE4884" w:rsidRDefault="00FA0CA8" w:rsidP="00DE4884">
            <w:pPr>
              <w:pStyle w:val="Paragrafoelenco"/>
              <w:numPr>
                <w:ilvl w:val="0"/>
                <w:numId w:val="33"/>
              </w:numPr>
              <w:jc w:val="both"/>
              <w:rPr>
                <w:rFonts w:ascii="Poppins" w:hAnsi="Poppins" w:cs="Poppins"/>
              </w:rPr>
            </w:pPr>
            <w:r w:rsidRPr="00DE4884">
              <w:rPr>
                <w:rFonts w:ascii="Poppins" w:hAnsi="Poppins" w:cs="Poppins"/>
              </w:rPr>
              <w:t>Attivazione a ritardo fisso di 5 minuti dalla ricezione del segnale di comando dal termostato a radiofrequenza e disattivazione istantanea</w:t>
            </w:r>
          </w:p>
          <w:p w14:paraId="20BBDD79" w14:textId="77777777" w:rsidR="00FA0CA8" w:rsidRPr="00DE4884" w:rsidRDefault="00FA0CA8" w:rsidP="00DE4884">
            <w:pPr>
              <w:pStyle w:val="Paragrafoelenco"/>
              <w:numPr>
                <w:ilvl w:val="0"/>
                <w:numId w:val="3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DE4884">
              <w:rPr>
                <w:rFonts w:ascii="Poppins" w:hAnsi="Poppins" w:cs="Poppins"/>
              </w:rPr>
              <w:t xml:space="preserve">Portata contatto (in deviazione): 8 A – 230 </w:t>
            </w:r>
            <w:proofErr w:type="spellStart"/>
            <w:r w:rsidRPr="00DE4884">
              <w:rPr>
                <w:rFonts w:ascii="Poppins" w:hAnsi="Poppins" w:cs="Poppins"/>
              </w:rPr>
              <w:t>Vac</w:t>
            </w:r>
            <w:proofErr w:type="spellEnd"/>
          </w:p>
          <w:p w14:paraId="622C22ED" w14:textId="77777777" w:rsidR="00FA0CA8" w:rsidRPr="00DE4884" w:rsidRDefault="00FA0CA8" w:rsidP="00DE4884">
            <w:pPr>
              <w:pStyle w:val="Paragrafoelenco"/>
              <w:numPr>
                <w:ilvl w:val="0"/>
                <w:numId w:val="3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DE4884">
              <w:rPr>
                <w:rFonts w:ascii="Poppins" w:hAnsi="Poppins" w:cs="Poppins"/>
              </w:rPr>
              <w:t>Collegamento antenna esterna (opzionale).</w:t>
            </w:r>
          </w:p>
          <w:p w14:paraId="5244D23C" w14:textId="05F68E93" w:rsidR="00FA0CA8" w:rsidRPr="00DE4884" w:rsidRDefault="00FA0CA8" w:rsidP="00DE4884">
            <w:pPr>
              <w:pStyle w:val="Paragrafoelenco"/>
              <w:numPr>
                <w:ilvl w:val="0"/>
                <w:numId w:val="3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DE4884">
              <w:rPr>
                <w:rFonts w:ascii="Poppins" w:hAnsi="Poppins" w:cs="Poppins"/>
              </w:rPr>
              <w:t>Massima distanza dal trasmettitore: 30 m (in ambiente domestico residenziale)</w:t>
            </w:r>
          </w:p>
          <w:p w14:paraId="35423678" w14:textId="77777777" w:rsidR="00FA0CA8" w:rsidRPr="00DE4884" w:rsidRDefault="00FA0CA8" w:rsidP="00DE4884">
            <w:pPr>
              <w:pStyle w:val="Paragrafoelenco"/>
              <w:numPr>
                <w:ilvl w:val="0"/>
                <w:numId w:val="3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DE4884">
              <w:rPr>
                <w:rFonts w:ascii="Poppins" w:hAnsi="Poppins" w:cs="Poppins"/>
              </w:rPr>
              <w:t>Dimensione: 2 moduli DIN (87x36x60 mm)</w:t>
            </w:r>
          </w:p>
          <w:p w14:paraId="483057EF" w14:textId="77777777" w:rsidR="00FA0CA8" w:rsidRPr="00DE4884" w:rsidRDefault="00FA0CA8" w:rsidP="00DE4884">
            <w:pPr>
              <w:pStyle w:val="Paragrafoelenco"/>
              <w:numPr>
                <w:ilvl w:val="0"/>
                <w:numId w:val="3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DE4884">
              <w:rPr>
                <w:rFonts w:ascii="Poppins" w:hAnsi="Poppins" w:cs="Poppins"/>
              </w:rPr>
              <w:t>Grado di protezione: IP40</w:t>
            </w:r>
          </w:p>
          <w:p w14:paraId="01AA4A76" w14:textId="77777777" w:rsidR="00FA0CA8" w:rsidRPr="00FA0CA8" w:rsidRDefault="00FA0CA8" w:rsidP="00D3522D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7CF75426" w14:textId="1044D9CE" w:rsidR="00FA0CA8" w:rsidRPr="00FA0CA8" w:rsidRDefault="00FA0CA8" w:rsidP="00D3522D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FA0CA8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D3522D">
              <w:rPr>
                <w:rFonts w:ascii="Poppins" w:hAnsi="Poppins" w:cs="Poppins"/>
                <w:b/>
                <w:sz w:val="20"/>
              </w:rPr>
              <w:t>Emmeti</w:t>
            </w:r>
            <w:r w:rsidRPr="00FA0CA8">
              <w:rPr>
                <w:rFonts w:ascii="Poppins" w:hAnsi="Poppins" w:cs="Poppins"/>
                <w:b/>
                <w:sz w:val="20"/>
              </w:rPr>
              <w:t xml:space="preserve"> – Modello </w:t>
            </w:r>
            <w:r w:rsidRPr="00FA0CA8">
              <w:rPr>
                <w:rFonts w:ascii="Poppins" w:hAnsi="Poppins" w:cs="Poppins"/>
                <w:b/>
                <w:bCs/>
                <w:sz w:val="20"/>
              </w:rPr>
              <w:t>Attuatore radiofrequenza da barra DIN</w:t>
            </w:r>
            <w:r w:rsidRPr="00FA0CA8">
              <w:rPr>
                <w:rFonts w:ascii="Poppins" w:hAnsi="Poppins" w:cs="Poppins"/>
                <w:b/>
                <w:sz w:val="20"/>
              </w:rPr>
              <w:t xml:space="preserve"> ad un canale con ritardo fisso o </w:t>
            </w:r>
            <w:r w:rsidR="00D3522D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FA0CA8" w14:paraId="3564A3D2" w14:textId="77777777" w:rsidTr="00FA0CA8">
        <w:tc>
          <w:tcPr>
            <w:tcW w:w="1299" w:type="dxa"/>
            <w:hideMark/>
          </w:tcPr>
          <w:p w14:paraId="1B1F8084" w14:textId="77777777" w:rsidR="00FA0CA8" w:rsidRPr="00FA0CA8" w:rsidRDefault="00FA0CA8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FA0CA8">
              <w:rPr>
                <w:rFonts w:ascii="Poppins" w:hAnsi="Poppins" w:cs="Poppins"/>
                <w:bCs/>
                <w:sz w:val="20"/>
              </w:rPr>
              <w:t>02018126</w:t>
            </w:r>
          </w:p>
        </w:tc>
        <w:tc>
          <w:tcPr>
            <w:tcW w:w="2310" w:type="dxa"/>
            <w:hideMark/>
          </w:tcPr>
          <w:p w14:paraId="2291F80F" w14:textId="77777777" w:rsidR="00FA0CA8" w:rsidRPr="00FA0CA8" w:rsidRDefault="00FA0CA8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FA0CA8">
              <w:rPr>
                <w:rFonts w:ascii="Poppins" w:hAnsi="Poppins" w:cs="Poppins"/>
                <w:bCs/>
                <w:sz w:val="20"/>
              </w:rPr>
              <w:t>Attuatore radiofrequenza da barra DIN a 6 canali, con contatto aggiuntivo a ritardo impostabile</w:t>
            </w:r>
          </w:p>
        </w:tc>
        <w:tc>
          <w:tcPr>
            <w:tcW w:w="5889" w:type="dxa"/>
          </w:tcPr>
          <w:p w14:paraId="54E62274" w14:textId="77777777" w:rsidR="00FA0CA8" w:rsidRPr="00FA0CA8" w:rsidRDefault="00FA0CA8" w:rsidP="00D3522D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FA0CA8">
              <w:rPr>
                <w:rFonts w:ascii="Poppins" w:hAnsi="Poppins" w:cs="Poppins"/>
                <w:bCs/>
                <w:sz w:val="20"/>
              </w:rPr>
              <w:t>Attuatore elettronico a radiofrequenza a 6 canali.</w:t>
            </w:r>
          </w:p>
          <w:p w14:paraId="1BC48F2A" w14:textId="77777777" w:rsidR="00FA0CA8" w:rsidRPr="00FA0CA8" w:rsidRDefault="00FA0CA8" w:rsidP="00D3522D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FA0CA8">
              <w:rPr>
                <w:rFonts w:ascii="Poppins" w:hAnsi="Poppins" w:cs="Poppins"/>
                <w:sz w:val="20"/>
              </w:rPr>
              <w:t>Ogni canale può essere comandato dal corrispondente termostato a radiofrequenza, funzionando come un normale attuatore remoto (es. consenso generatore di calore).</w:t>
            </w:r>
          </w:p>
          <w:p w14:paraId="5EB4FB9F" w14:textId="77777777" w:rsidR="00FA0CA8" w:rsidRPr="00FA0CA8" w:rsidRDefault="00FA0CA8" w:rsidP="00D3522D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FA0CA8">
              <w:rPr>
                <w:rFonts w:ascii="Poppins" w:hAnsi="Poppins" w:cs="Poppins"/>
                <w:bCs/>
                <w:sz w:val="20"/>
              </w:rPr>
              <w:t>Contatto aggiuntivo, con attivazione a ritardo impostabile, dalla chiusura di uno dei precedenti contatti.</w:t>
            </w:r>
          </w:p>
          <w:p w14:paraId="6025F9E5" w14:textId="77777777" w:rsidR="00FA0CA8" w:rsidRPr="00FA0CA8" w:rsidRDefault="00FA0CA8" w:rsidP="00D3522D">
            <w:pPr>
              <w:jc w:val="both"/>
              <w:rPr>
                <w:rFonts w:ascii="Poppins" w:hAnsi="Poppins" w:cs="Poppins"/>
                <w:sz w:val="20"/>
              </w:rPr>
            </w:pPr>
            <w:r w:rsidRPr="00FA0CA8">
              <w:rPr>
                <w:rFonts w:ascii="Poppins" w:hAnsi="Poppins" w:cs="Poppins"/>
                <w:sz w:val="20"/>
              </w:rPr>
              <w:t>Installazione su barra DIN.</w:t>
            </w:r>
          </w:p>
          <w:p w14:paraId="2BF0BF0D" w14:textId="77777777" w:rsidR="00FA0CA8" w:rsidRPr="00FA0CA8" w:rsidRDefault="00FA0CA8" w:rsidP="00D3522D">
            <w:pPr>
              <w:jc w:val="both"/>
              <w:rPr>
                <w:rFonts w:ascii="Poppins" w:hAnsi="Poppins" w:cs="Poppins"/>
                <w:sz w:val="20"/>
              </w:rPr>
            </w:pPr>
            <w:r w:rsidRPr="00FA0CA8">
              <w:rPr>
                <w:rFonts w:ascii="Poppins" w:hAnsi="Poppins" w:cs="Poppins"/>
                <w:sz w:val="20"/>
              </w:rPr>
              <w:t>Presenza di:</w:t>
            </w:r>
          </w:p>
          <w:p w14:paraId="4DDE2F09" w14:textId="77777777" w:rsidR="00FA0CA8" w:rsidRPr="00FA0CA8" w:rsidRDefault="00FA0CA8" w:rsidP="00D3522D">
            <w:pPr>
              <w:pStyle w:val="Paragrafoelenco"/>
              <w:numPr>
                <w:ilvl w:val="0"/>
                <w:numId w:val="30"/>
              </w:numPr>
              <w:jc w:val="both"/>
              <w:rPr>
                <w:rFonts w:ascii="Poppins" w:hAnsi="Poppins" w:cs="Poppins"/>
              </w:rPr>
            </w:pPr>
            <w:r w:rsidRPr="00FA0CA8">
              <w:rPr>
                <w:rFonts w:ascii="Poppins" w:hAnsi="Poppins" w:cs="Poppins"/>
              </w:rPr>
              <w:t>Led verde di segnalazione stato dispositivo (presenza alimentazione)</w:t>
            </w:r>
          </w:p>
          <w:p w14:paraId="5FBF59E3" w14:textId="77777777" w:rsidR="00FA0CA8" w:rsidRPr="00FA0CA8" w:rsidRDefault="00FA0CA8" w:rsidP="00D3522D">
            <w:pPr>
              <w:pStyle w:val="Paragrafoelenco"/>
              <w:numPr>
                <w:ilvl w:val="0"/>
                <w:numId w:val="30"/>
              </w:numPr>
              <w:jc w:val="both"/>
              <w:rPr>
                <w:rFonts w:ascii="Poppins" w:hAnsi="Poppins" w:cs="Poppins"/>
              </w:rPr>
            </w:pPr>
            <w:r w:rsidRPr="00FA0CA8">
              <w:rPr>
                <w:rFonts w:ascii="Poppins" w:hAnsi="Poppins" w:cs="Poppins"/>
              </w:rPr>
              <w:lastRenderedPageBreak/>
              <w:t>Led rossi di segnalazione stato uscite 1-6</w:t>
            </w:r>
          </w:p>
          <w:p w14:paraId="4AE84FB4" w14:textId="77777777" w:rsidR="00FA0CA8" w:rsidRPr="00FA0CA8" w:rsidRDefault="00FA0CA8" w:rsidP="00D3522D">
            <w:pPr>
              <w:pStyle w:val="Paragrafoelenco"/>
              <w:numPr>
                <w:ilvl w:val="0"/>
                <w:numId w:val="30"/>
              </w:numPr>
              <w:jc w:val="both"/>
              <w:rPr>
                <w:rFonts w:ascii="Poppins" w:hAnsi="Poppins" w:cs="Poppins"/>
              </w:rPr>
            </w:pPr>
            <w:r w:rsidRPr="00FA0CA8">
              <w:rPr>
                <w:rFonts w:ascii="Poppins" w:hAnsi="Poppins" w:cs="Poppins"/>
              </w:rPr>
              <w:t>Led giallo di segnalazione stato uscita 7</w:t>
            </w:r>
          </w:p>
          <w:p w14:paraId="4D4677FE" w14:textId="77777777" w:rsidR="00FA0CA8" w:rsidRPr="00FA0CA8" w:rsidRDefault="00FA0CA8" w:rsidP="00D3522D">
            <w:pPr>
              <w:pStyle w:val="Paragrafoelenco"/>
              <w:numPr>
                <w:ilvl w:val="0"/>
                <w:numId w:val="30"/>
              </w:numPr>
              <w:jc w:val="both"/>
              <w:rPr>
                <w:rFonts w:ascii="Poppins" w:hAnsi="Poppins" w:cs="Poppins"/>
              </w:rPr>
            </w:pPr>
            <w:r w:rsidRPr="00FA0CA8">
              <w:rPr>
                <w:rFonts w:ascii="Poppins" w:hAnsi="Poppins" w:cs="Poppins"/>
              </w:rPr>
              <w:t>Tasto SET di programmazione e reset canali</w:t>
            </w:r>
          </w:p>
          <w:p w14:paraId="23762FAE" w14:textId="77777777" w:rsidR="00FA0CA8" w:rsidRPr="00FA0CA8" w:rsidRDefault="00FA0CA8" w:rsidP="00D3522D">
            <w:pPr>
              <w:pStyle w:val="Paragrafoelenco"/>
              <w:numPr>
                <w:ilvl w:val="0"/>
                <w:numId w:val="30"/>
              </w:numPr>
              <w:jc w:val="both"/>
              <w:rPr>
                <w:rFonts w:ascii="Poppins" w:hAnsi="Poppins" w:cs="Poppins"/>
              </w:rPr>
            </w:pPr>
            <w:r w:rsidRPr="00FA0CA8">
              <w:rPr>
                <w:rFonts w:ascii="Poppins" w:hAnsi="Poppins" w:cs="Poppins"/>
              </w:rPr>
              <w:t>Trimmer per impostazione del ritardo di inserimento del relè 7</w:t>
            </w:r>
          </w:p>
          <w:p w14:paraId="080FE8FA" w14:textId="77777777" w:rsidR="00FA0CA8" w:rsidRPr="00FA0CA8" w:rsidRDefault="00FA0CA8" w:rsidP="00D3522D">
            <w:pPr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65696C3A" w14:textId="77777777" w:rsidR="00FA0CA8" w:rsidRPr="00FA0CA8" w:rsidRDefault="00FA0CA8" w:rsidP="00D3522D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1869C9C2" w14:textId="77777777" w:rsidR="00FA0CA8" w:rsidRPr="001033AF" w:rsidRDefault="00FA0CA8" w:rsidP="001033AF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033AF">
              <w:rPr>
                <w:rFonts w:ascii="Poppins" w:hAnsi="Poppins" w:cs="Poppins"/>
              </w:rPr>
              <w:t xml:space="preserve">Alimentazione elettrica 230 </w:t>
            </w:r>
            <w:proofErr w:type="spellStart"/>
            <w:r w:rsidRPr="001033AF">
              <w:rPr>
                <w:rFonts w:ascii="Poppins" w:hAnsi="Poppins" w:cs="Poppins"/>
              </w:rPr>
              <w:t>Vac</w:t>
            </w:r>
            <w:proofErr w:type="spellEnd"/>
            <w:r w:rsidRPr="001033AF">
              <w:rPr>
                <w:rFonts w:ascii="Poppins" w:hAnsi="Poppins" w:cs="Poppins"/>
              </w:rPr>
              <w:t xml:space="preserve"> – 50-60 Hz</w:t>
            </w:r>
          </w:p>
          <w:p w14:paraId="2D6DE567" w14:textId="77777777" w:rsidR="00FA0CA8" w:rsidRPr="001033AF" w:rsidRDefault="00FA0CA8" w:rsidP="001033AF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  <w:b/>
              </w:rPr>
            </w:pPr>
            <w:r w:rsidRPr="001033AF">
              <w:rPr>
                <w:rFonts w:ascii="Poppins" w:hAnsi="Poppins" w:cs="Poppins"/>
              </w:rPr>
              <w:t>Assorbimento 3 W</w:t>
            </w:r>
          </w:p>
          <w:p w14:paraId="6C0676A8" w14:textId="7D4E2C9D" w:rsidR="00FA0CA8" w:rsidRPr="001033AF" w:rsidRDefault="00FA0CA8" w:rsidP="001033AF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  <w:bCs/>
              </w:rPr>
            </w:pPr>
            <w:r w:rsidRPr="001033AF">
              <w:rPr>
                <w:rFonts w:ascii="Poppins" w:hAnsi="Poppins" w:cs="Poppins"/>
                <w:bCs/>
              </w:rPr>
              <w:t>6 contatti con attivazione/disattivazione istantanee, dalla ricezione/mancanza del relativo segnale di comando.</w:t>
            </w:r>
          </w:p>
          <w:p w14:paraId="4F030DDB" w14:textId="145A6665" w:rsidR="00FA0CA8" w:rsidRPr="001033AF" w:rsidRDefault="00FA0CA8" w:rsidP="001033AF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033AF">
              <w:rPr>
                <w:rFonts w:ascii="Poppins" w:hAnsi="Poppins" w:cs="Poppins"/>
                <w:bCs/>
              </w:rPr>
              <w:t xml:space="preserve">Contatto del canale aggiuntivo con </w:t>
            </w:r>
            <w:r w:rsidRPr="001033AF">
              <w:rPr>
                <w:rFonts w:ascii="Poppins" w:hAnsi="Poppins" w:cs="Poppins"/>
              </w:rPr>
              <w:t>attivazione a ritardo impostabile, da 3 secondi a 5 minuti dalla prima chiusura di uno dei precedenti 6 contatti, e disattivazione istantanea al momento della completa apertura di tutti i contatti</w:t>
            </w:r>
          </w:p>
          <w:p w14:paraId="43376A18" w14:textId="77777777" w:rsidR="00FA0CA8" w:rsidRPr="001033AF" w:rsidRDefault="00FA0CA8" w:rsidP="001033AF">
            <w:pPr>
              <w:pStyle w:val="Paragrafoelenco"/>
              <w:numPr>
                <w:ilvl w:val="0"/>
                <w:numId w:val="3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1033AF">
              <w:rPr>
                <w:rFonts w:ascii="Poppins" w:hAnsi="Poppins" w:cs="Poppins"/>
              </w:rPr>
              <w:t xml:space="preserve">Portata contatti (normalmente aperti): 5 A – 230 </w:t>
            </w:r>
            <w:proofErr w:type="spellStart"/>
            <w:r w:rsidRPr="001033AF">
              <w:rPr>
                <w:rFonts w:ascii="Poppins" w:hAnsi="Poppins" w:cs="Poppins"/>
              </w:rPr>
              <w:t>Vac</w:t>
            </w:r>
            <w:proofErr w:type="spellEnd"/>
          </w:p>
          <w:p w14:paraId="3FEDE4E6" w14:textId="1625BD36" w:rsidR="00FA0CA8" w:rsidRPr="001033AF" w:rsidRDefault="00FA0CA8" w:rsidP="001033AF">
            <w:pPr>
              <w:pStyle w:val="Paragrafoelenco"/>
              <w:numPr>
                <w:ilvl w:val="0"/>
                <w:numId w:val="3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1033AF">
              <w:rPr>
                <w:rFonts w:ascii="Poppins" w:hAnsi="Poppins" w:cs="Poppins"/>
              </w:rPr>
              <w:t>Antenna esterna di serie</w:t>
            </w:r>
          </w:p>
          <w:p w14:paraId="24731EA7" w14:textId="4EC2BE65" w:rsidR="00FA0CA8" w:rsidRPr="001033AF" w:rsidRDefault="00FA0CA8" w:rsidP="001033AF">
            <w:pPr>
              <w:pStyle w:val="Paragrafoelenco"/>
              <w:numPr>
                <w:ilvl w:val="0"/>
                <w:numId w:val="3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1033AF">
              <w:rPr>
                <w:rFonts w:ascii="Poppins" w:hAnsi="Poppins" w:cs="Poppins"/>
              </w:rPr>
              <w:t>Massima distanza dal trasmettitore: 30 m (in ambiente domestico residenziale)</w:t>
            </w:r>
          </w:p>
          <w:p w14:paraId="6F6BB100" w14:textId="77777777" w:rsidR="00FA0CA8" w:rsidRPr="001033AF" w:rsidRDefault="00FA0CA8" w:rsidP="001033AF">
            <w:pPr>
              <w:pStyle w:val="Paragrafoelenco"/>
              <w:numPr>
                <w:ilvl w:val="0"/>
                <w:numId w:val="3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1033AF">
              <w:rPr>
                <w:rFonts w:ascii="Poppins" w:hAnsi="Poppins" w:cs="Poppins"/>
              </w:rPr>
              <w:t>Dimensione: 4 moduli DIN (87x72x65 mm)</w:t>
            </w:r>
          </w:p>
          <w:p w14:paraId="11724005" w14:textId="77777777" w:rsidR="00FA0CA8" w:rsidRPr="001033AF" w:rsidRDefault="00FA0CA8" w:rsidP="001033AF">
            <w:pPr>
              <w:pStyle w:val="Paragrafoelenco"/>
              <w:numPr>
                <w:ilvl w:val="0"/>
                <w:numId w:val="3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1033AF">
              <w:rPr>
                <w:rFonts w:ascii="Poppins" w:hAnsi="Poppins" w:cs="Poppins"/>
              </w:rPr>
              <w:t>Grado di protezione: IP20</w:t>
            </w:r>
          </w:p>
          <w:p w14:paraId="670EAC66" w14:textId="77777777" w:rsidR="00FA0CA8" w:rsidRPr="00FA0CA8" w:rsidRDefault="00FA0CA8" w:rsidP="00D3522D">
            <w:pPr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38F8A1D1" w14:textId="742C8A9A" w:rsidR="00FA0CA8" w:rsidRPr="00FA0CA8" w:rsidRDefault="00FA0CA8" w:rsidP="00D3522D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FA0CA8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D3522D">
              <w:rPr>
                <w:rFonts w:ascii="Poppins" w:hAnsi="Poppins" w:cs="Poppins"/>
                <w:b/>
                <w:sz w:val="20"/>
              </w:rPr>
              <w:t>Emmeti</w:t>
            </w:r>
            <w:r w:rsidRPr="00FA0CA8">
              <w:rPr>
                <w:rFonts w:ascii="Poppins" w:hAnsi="Poppins" w:cs="Poppins"/>
                <w:b/>
                <w:sz w:val="20"/>
              </w:rPr>
              <w:t xml:space="preserve"> – Modello </w:t>
            </w:r>
            <w:r w:rsidRPr="00FA0CA8">
              <w:rPr>
                <w:rFonts w:ascii="Poppins" w:hAnsi="Poppins" w:cs="Poppins"/>
                <w:b/>
                <w:bCs/>
                <w:sz w:val="20"/>
              </w:rPr>
              <w:t>Attuatore radiofrequenza da barra DIN a 6 canali, con contatto aggiuntivo a ritardo impostabile</w:t>
            </w:r>
            <w:r w:rsidRPr="00FA0CA8">
              <w:rPr>
                <w:rFonts w:ascii="Poppins" w:hAnsi="Poppins" w:cs="Poppins"/>
                <w:b/>
                <w:sz w:val="20"/>
              </w:rPr>
              <w:t xml:space="preserve"> o </w:t>
            </w:r>
            <w:r w:rsidR="00D3522D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FA0CA8" w14:paraId="7FF22195" w14:textId="77777777" w:rsidTr="00FA0CA8">
        <w:tc>
          <w:tcPr>
            <w:tcW w:w="1299" w:type="dxa"/>
            <w:hideMark/>
          </w:tcPr>
          <w:p w14:paraId="70ED8168" w14:textId="77777777" w:rsidR="00FA0CA8" w:rsidRPr="00FA0CA8" w:rsidRDefault="00FA0CA8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FA0CA8">
              <w:rPr>
                <w:rFonts w:ascii="Poppins" w:hAnsi="Poppins" w:cs="Poppins"/>
                <w:bCs/>
                <w:sz w:val="20"/>
              </w:rPr>
              <w:lastRenderedPageBreak/>
              <w:t>02018128</w:t>
            </w:r>
          </w:p>
        </w:tc>
        <w:tc>
          <w:tcPr>
            <w:tcW w:w="2310" w:type="dxa"/>
            <w:hideMark/>
          </w:tcPr>
          <w:p w14:paraId="628A75FB" w14:textId="77777777" w:rsidR="00FA0CA8" w:rsidRPr="00FA0CA8" w:rsidRDefault="00FA0CA8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FA0CA8">
              <w:rPr>
                <w:rFonts w:ascii="Poppins" w:hAnsi="Poppins" w:cs="Poppins"/>
                <w:bCs/>
                <w:sz w:val="20"/>
              </w:rPr>
              <w:t>Antenna per attuatori radiofrequenza da barra DIN</w:t>
            </w:r>
          </w:p>
        </w:tc>
        <w:tc>
          <w:tcPr>
            <w:tcW w:w="5889" w:type="dxa"/>
          </w:tcPr>
          <w:p w14:paraId="74DCFA1E" w14:textId="77777777" w:rsidR="00FA0CA8" w:rsidRPr="00FA0CA8" w:rsidRDefault="00FA0CA8" w:rsidP="00D3522D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FA0CA8">
              <w:rPr>
                <w:rFonts w:ascii="Poppins" w:hAnsi="Poppins" w:cs="Poppins"/>
                <w:bCs/>
                <w:sz w:val="20"/>
              </w:rPr>
              <w:t>Antenna per attuatori elettronici a radiofrequenza.</w:t>
            </w:r>
          </w:p>
          <w:p w14:paraId="5C744C3B" w14:textId="77777777" w:rsidR="00FA0CA8" w:rsidRPr="00FA0CA8" w:rsidRDefault="00FA0CA8" w:rsidP="00D3522D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749D4CAC" w14:textId="77777777" w:rsidR="00FA0CA8" w:rsidRPr="00FA0CA8" w:rsidRDefault="00FA0CA8" w:rsidP="00D3522D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51934923" w14:textId="77777777" w:rsidR="00FA0CA8" w:rsidRPr="005A796D" w:rsidRDefault="00FA0CA8" w:rsidP="005A796D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5A796D">
              <w:rPr>
                <w:rFonts w:ascii="Poppins" w:hAnsi="Poppins" w:cs="Poppins"/>
              </w:rPr>
              <w:t>Range di frequenza: 433,92 +/- 10 MHz</w:t>
            </w:r>
          </w:p>
          <w:p w14:paraId="1A6997DD" w14:textId="77777777" w:rsidR="00FA0CA8" w:rsidRPr="005A796D" w:rsidRDefault="00FA0CA8" w:rsidP="005A796D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5A796D">
              <w:rPr>
                <w:rFonts w:ascii="Poppins" w:hAnsi="Poppins" w:cs="Poppins"/>
              </w:rPr>
              <w:t>Impedenza di ingresso: 10 Ohm</w:t>
            </w:r>
          </w:p>
          <w:p w14:paraId="5FF3AC16" w14:textId="77777777" w:rsidR="00FA0CA8" w:rsidRPr="005A796D" w:rsidRDefault="00FA0CA8" w:rsidP="005A796D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  <w:bCs/>
              </w:rPr>
            </w:pPr>
            <w:r w:rsidRPr="005A796D">
              <w:rPr>
                <w:rFonts w:ascii="Poppins" w:hAnsi="Poppins" w:cs="Poppins"/>
              </w:rPr>
              <w:t>Lunghezza cavo: 4,5 m</w:t>
            </w:r>
          </w:p>
          <w:p w14:paraId="221DA7AE" w14:textId="77777777" w:rsidR="00FA0CA8" w:rsidRPr="00FA0CA8" w:rsidRDefault="00FA0CA8" w:rsidP="00D3522D">
            <w:pPr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66B66FF6" w14:textId="5DAA6809" w:rsidR="00FA0CA8" w:rsidRPr="00FA0CA8" w:rsidRDefault="00FA0CA8" w:rsidP="00D3522D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FA0CA8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D3522D">
              <w:rPr>
                <w:rFonts w:ascii="Poppins" w:hAnsi="Poppins" w:cs="Poppins"/>
                <w:b/>
                <w:sz w:val="20"/>
              </w:rPr>
              <w:t>Emmeti</w:t>
            </w:r>
            <w:r w:rsidRPr="00FA0CA8">
              <w:rPr>
                <w:rFonts w:ascii="Poppins" w:hAnsi="Poppins" w:cs="Poppins"/>
                <w:b/>
                <w:sz w:val="20"/>
              </w:rPr>
              <w:t xml:space="preserve"> – Modello </w:t>
            </w:r>
            <w:r w:rsidRPr="00FA0CA8">
              <w:rPr>
                <w:rFonts w:ascii="Poppins" w:hAnsi="Poppins" w:cs="Poppins"/>
                <w:b/>
                <w:bCs/>
                <w:sz w:val="20"/>
              </w:rPr>
              <w:t>Antenna per attuatori radiofrequenza da barra DIN</w:t>
            </w:r>
            <w:r w:rsidRPr="00FA0CA8">
              <w:rPr>
                <w:rFonts w:ascii="Poppins" w:hAnsi="Poppins" w:cs="Poppins"/>
                <w:b/>
                <w:sz w:val="20"/>
              </w:rPr>
              <w:t xml:space="preserve"> o </w:t>
            </w:r>
            <w:r w:rsidR="00D3522D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FA0CA8" w14:paraId="3EBC2F76" w14:textId="77777777" w:rsidTr="00FA0CA8">
        <w:tc>
          <w:tcPr>
            <w:tcW w:w="1299" w:type="dxa"/>
            <w:hideMark/>
          </w:tcPr>
          <w:p w14:paraId="06FF3C94" w14:textId="77777777" w:rsidR="00FA0CA8" w:rsidRPr="00FA0CA8" w:rsidRDefault="00FA0CA8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FA0CA8">
              <w:rPr>
                <w:rFonts w:ascii="Poppins" w:hAnsi="Poppins" w:cs="Poppins"/>
                <w:bCs/>
                <w:sz w:val="20"/>
              </w:rPr>
              <w:t>02018130</w:t>
            </w:r>
          </w:p>
        </w:tc>
        <w:tc>
          <w:tcPr>
            <w:tcW w:w="2310" w:type="dxa"/>
            <w:hideMark/>
          </w:tcPr>
          <w:p w14:paraId="08C3BF87" w14:textId="77777777" w:rsidR="00FA0CA8" w:rsidRPr="00FA0CA8" w:rsidRDefault="00FA0CA8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FA0CA8">
              <w:rPr>
                <w:rFonts w:ascii="Poppins" w:hAnsi="Poppins" w:cs="Poppins"/>
                <w:bCs/>
                <w:sz w:val="20"/>
              </w:rPr>
              <w:t>Attuatore radiofrequenza da incasso</w:t>
            </w:r>
          </w:p>
        </w:tc>
        <w:tc>
          <w:tcPr>
            <w:tcW w:w="5889" w:type="dxa"/>
          </w:tcPr>
          <w:p w14:paraId="589755A3" w14:textId="77777777" w:rsidR="00FA0CA8" w:rsidRPr="00FA0CA8" w:rsidRDefault="00FA0CA8" w:rsidP="00D3522D">
            <w:pPr>
              <w:jc w:val="both"/>
              <w:rPr>
                <w:rFonts w:ascii="Poppins" w:hAnsi="Poppins" w:cs="Poppins"/>
                <w:sz w:val="20"/>
              </w:rPr>
            </w:pPr>
            <w:r w:rsidRPr="00FA0CA8">
              <w:rPr>
                <w:rFonts w:ascii="Poppins" w:hAnsi="Poppins" w:cs="Poppins"/>
                <w:sz w:val="20"/>
              </w:rPr>
              <w:t>Attuatore elettronico a radiofrequenza con ricezione del comando dal corrispondente termostato a radiofrequenza, funzionando come un attuatore remoto per la gestione di un carico (es. radiatore elettrico).</w:t>
            </w:r>
          </w:p>
          <w:p w14:paraId="40BD45E0" w14:textId="77777777" w:rsidR="00FA0CA8" w:rsidRPr="00FA0CA8" w:rsidRDefault="00FA0CA8" w:rsidP="00D3522D">
            <w:pPr>
              <w:jc w:val="both"/>
              <w:rPr>
                <w:rFonts w:ascii="Poppins" w:hAnsi="Poppins" w:cs="Poppins"/>
                <w:sz w:val="20"/>
              </w:rPr>
            </w:pPr>
            <w:r w:rsidRPr="00FA0CA8">
              <w:rPr>
                <w:rFonts w:ascii="Poppins" w:hAnsi="Poppins" w:cs="Poppins"/>
                <w:sz w:val="20"/>
              </w:rPr>
              <w:lastRenderedPageBreak/>
              <w:t>Installazione da incasso su scatola elettrica civile.</w:t>
            </w:r>
          </w:p>
          <w:p w14:paraId="382E7F49" w14:textId="77777777" w:rsidR="00FA0CA8" w:rsidRPr="00FA0CA8" w:rsidRDefault="00FA0CA8" w:rsidP="00D3522D">
            <w:pPr>
              <w:jc w:val="both"/>
              <w:rPr>
                <w:rFonts w:ascii="Poppins" w:hAnsi="Poppins" w:cs="Poppins"/>
                <w:sz w:val="20"/>
              </w:rPr>
            </w:pPr>
            <w:r w:rsidRPr="00FA0CA8">
              <w:rPr>
                <w:rFonts w:ascii="Poppins" w:hAnsi="Poppins" w:cs="Poppins"/>
                <w:sz w:val="20"/>
              </w:rPr>
              <w:t>Presenza di:</w:t>
            </w:r>
          </w:p>
          <w:p w14:paraId="6AD5F659" w14:textId="77777777" w:rsidR="00FA0CA8" w:rsidRPr="00FA0CA8" w:rsidRDefault="00FA0CA8" w:rsidP="00D3522D">
            <w:pPr>
              <w:pStyle w:val="Paragrafoelenco"/>
              <w:numPr>
                <w:ilvl w:val="0"/>
                <w:numId w:val="30"/>
              </w:numPr>
              <w:jc w:val="both"/>
              <w:rPr>
                <w:rFonts w:ascii="Poppins" w:hAnsi="Poppins" w:cs="Poppins"/>
              </w:rPr>
            </w:pPr>
            <w:r w:rsidRPr="00FA0CA8">
              <w:rPr>
                <w:rFonts w:ascii="Poppins" w:hAnsi="Poppins" w:cs="Poppins"/>
              </w:rPr>
              <w:t>Led bicolore rosso/verde segnalazione stato funzionamento</w:t>
            </w:r>
          </w:p>
          <w:p w14:paraId="2D58A493" w14:textId="77777777" w:rsidR="00FA0CA8" w:rsidRPr="00FA0CA8" w:rsidRDefault="00FA0CA8" w:rsidP="00D3522D">
            <w:pPr>
              <w:pStyle w:val="Paragrafoelenco"/>
              <w:numPr>
                <w:ilvl w:val="0"/>
                <w:numId w:val="30"/>
              </w:numPr>
              <w:jc w:val="both"/>
              <w:rPr>
                <w:rFonts w:ascii="Poppins" w:hAnsi="Poppins" w:cs="Poppins"/>
              </w:rPr>
            </w:pPr>
            <w:r w:rsidRPr="00FA0CA8">
              <w:rPr>
                <w:rFonts w:ascii="Poppins" w:hAnsi="Poppins" w:cs="Poppins"/>
              </w:rPr>
              <w:t>Tasto per la configurazione del canale</w:t>
            </w:r>
          </w:p>
          <w:p w14:paraId="3CAE7923" w14:textId="77777777" w:rsidR="00FA0CA8" w:rsidRPr="00FA0CA8" w:rsidRDefault="00FA0CA8" w:rsidP="00D3522D">
            <w:pPr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0C6A1679" w14:textId="77777777" w:rsidR="00FA0CA8" w:rsidRPr="00FA0CA8" w:rsidRDefault="00FA0CA8" w:rsidP="00D3522D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5CECE2DE" w14:textId="77777777" w:rsidR="00FA0CA8" w:rsidRPr="005A796D" w:rsidRDefault="00FA0CA8" w:rsidP="005A796D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/>
              </w:rPr>
            </w:pPr>
            <w:r w:rsidRPr="005A796D">
              <w:rPr>
                <w:rFonts w:ascii="Poppins" w:hAnsi="Poppins" w:cs="Poppins"/>
              </w:rPr>
              <w:t xml:space="preserve">Alimentazione elettrica 230 </w:t>
            </w:r>
            <w:proofErr w:type="spellStart"/>
            <w:r w:rsidRPr="005A796D">
              <w:rPr>
                <w:rFonts w:ascii="Poppins" w:hAnsi="Poppins" w:cs="Poppins"/>
              </w:rPr>
              <w:t>Vac</w:t>
            </w:r>
            <w:proofErr w:type="spellEnd"/>
            <w:r w:rsidRPr="005A796D">
              <w:rPr>
                <w:rFonts w:ascii="Poppins" w:hAnsi="Poppins" w:cs="Poppins"/>
              </w:rPr>
              <w:t xml:space="preserve"> – 50-60 Hz</w:t>
            </w:r>
          </w:p>
          <w:p w14:paraId="06C8405C" w14:textId="672169C1" w:rsidR="00FA0CA8" w:rsidRPr="005A796D" w:rsidRDefault="00FA0CA8" w:rsidP="005A796D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Cs/>
              </w:rPr>
            </w:pPr>
            <w:r w:rsidRPr="005A796D">
              <w:rPr>
                <w:rFonts w:ascii="Poppins" w:hAnsi="Poppins" w:cs="Poppins"/>
                <w:bCs/>
              </w:rPr>
              <w:t>Contatto con attivazione/disattivazione istantanee, dalla ricezione/mancanza del relativo segnale di comando</w:t>
            </w:r>
          </w:p>
          <w:p w14:paraId="4B59B781" w14:textId="77777777" w:rsidR="00FA0CA8" w:rsidRPr="005A796D" w:rsidRDefault="00FA0CA8" w:rsidP="005A796D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5A796D">
              <w:rPr>
                <w:rFonts w:ascii="Poppins" w:hAnsi="Poppins" w:cs="Poppins"/>
              </w:rPr>
              <w:t xml:space="preserve">Portata contatto relè bistabile: 16(8) A – 230 </w:t>
            </w:r>
            <w:proofErr w:type="spellStart"/>
            <w:r w:rsidRPr="005A796D">
              <w:rPr>
                <w:rFonts w:ascii="Poppins" w:hAnsi="Poppins" w:cs="Poppins"/>
              </w:rPr>
              <w:t>Vac</w:t>
            </w:r>
            <w:proofErr w:type="spellEnd"/>
          </w:p>
          <w:p w14:paraId="4BE19E8A" w14:textId="1666BBBC" w:rsidR="00FA0CA8" w:rsidRPr="005A796D" w:rsidRDefault="00FA0CA8" w:rsidP="005A796D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5A796D">
              <w:rPr>
                <w:rFonts w:ascii="Poppins" w:hAnsi="Poppins" w:cs="Poppins"/>
              </w:rPr>
              <w:t>Massima distanza dal trasmettitore: 30 m (in ambiente domestico residenziale)</w:t>
            </w:r>
          </w:p>
          <w:p w14:paraId="298BE355" w14:textId="77777777" w:rsidR="00FA0CA8" w:rsidRPr="005A796D" w:rsidRDefault="00FA0CA8" w:rsidP="005A796D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5A796D">
              <w:rPr>
                <w:rFonts w:ascii="Poppins" w:hAnsi="Poppins" w:cs="Poppins"/>
              </w:rPr>
              <w:t>Dimensione (</w:t>
            </w:r>
            <w:proofErr w:type="spellStart"/>
            <w:r w:rsidRPr="005A796D">
              <w:rPr>
                <w:rFonts w:ascii="Poppins" w:hAnsi="Poppins" w:cs="Poppins"/>
              </w:rPr>
              <w:t>LxHxP</w:t>
            </w:r>
            <w:proofErr w:type="spellEnd"/>
            <w:r w:rsidRPr="005A796D">
              <w:rPr>
                <w:rFonts w:ascii="Poppins" w:hAnsi="Poppins" w:cs="Poppins"/>
              </w:rPr>
              <w:t>): 42x35x20 mm</w:t>
            </w:r>
          </w:p>
          <w:p w14:paraId="769D0D7D" w14:textId="77777777" w:rsidR="00FA0CA8" w:rsidRPr="005A796D" w:rsidRDefault="00FA0CA8" w:rsidP="005A796D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5A796D">
              <w:rPr>
                <w:rFonts w:ascii="Poppins" w:hAnsi="Poppins" w:cs="Poppins"/>
              </w:rPr>
              <w:t>Grado di protezione: IP20</w:t>
            </w:r>
          </w:p>
          <w:p w14:paraId="021B7DE8" w14:textId="77777777" w:rsidR="00FA0CA8" w:rsidRPr="00FA0CA8" w:rsidRDefault="00FA0CA8" w:rsidP="00D3522D">
            <w:pPr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73B9ECBE" w14:textId="7DDAA1C5" w:rsidR="00FA0CA8" w:rsidRPr="00FA0CA8" w:rsidRDefault="00FA0CA8" w:rsidP="00D3522D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FA0CA8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D3522D">
              <w:rPr>
                <w:rFonts w:ascii="Poppins" w:hAnsi="Poppins" w:cs="Poppins"/>
                <w:b/>
                <w:sz w:val="20"/>
              </w:rPr>
              <w:t>Emmeti</w:t>
            </w:r>
            <w:r w:rsidRPr="00FA0CA8">
              <w:rPr>
                <w:rFonts w:ascii="Poppins" w:hAnsi="Poppins" w:cs="Poppins"/>
                <w:b/>
                <w:sz w:val="20"/>
              </w:rPr>
              <w:t xml:space="preserve"> – Modello</w:t>
            </w:r>
            <w:r w:rsidRPr="00FA0CA8">
              <w:rPr>
                <w:rFonts w:ascii="Poppins" w:hAnsi="Poppins" w:cs="Poppins"/>
                <w:b/>
                <w:bCs/>
                <w:sz w:val="20"/>
              </w:rPr>
              <w:t xml:space="preserve"> Attuatore radiofrequenza da incasso</w:t>
            </w:r>
            <w:r w:rsidRPr="00FA0CA8">
              <w:rPr>
                <w:rFonts w:ascii="Poppins" w:hAnsi="Poppins" w:cs="Poppins"/>
                <w:b/>
                <w:sz w:val="20"/>
              </w:rPr>
              <w:t xml:space="preserve"> o </w:t>
            </w:r>
            <w:r w:rsidR="00D3522D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</w:tbl>
    <w:p w14:paraId="547584C7" w14:textId="77777777" w:rsidR="00931A8A" w:rsidRPr="00A06A5E" w:rsidRDefault="00931A8A" w:rsidP="00A06A5E"/>
    <w:sectPr w:rsidR="00931A8A" w:rsidRPr="00A06A5E" w:rsidSect="006D4FDF">
      <w:headerReference w:type="default" r:id="rId8"/>
      <w:footerReference w:type="default" r:id="rId9"/>
      <w:pgSz w:w="11907" w:h="16840" w:code="9"/>
      <w:pgMar w:top="1418" w:right="1134" w:bottom="1134" w:left="1134" w:header="107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600E34" w14:textId="77777777" w:rsidR="00B15174" w:rsidRDefault="00B15174">
      <w:r>
        <w:separator/>
      </w:r>
    </w:p>
  </w:endnote>
  <w:endnote w:type="continuationSeparator" w:id="0">
    <w:p w14:paraId="31661BC9" w14:textId="77777777" w:rsidR="00B15174" w:rsidRDefault="00B151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vers 47 Condensed Light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-CondensedLight">
    <w:altName w:val="Univer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Omega">
    <w:altName w:val="Century Gothic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Uni Neue Regular">
    <w:altName w:val="Calibri"/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AA378" w14:textId="77777777" w:rsidR="008C2F88" w:rsidRDefault="008C2F88"/>
  <w:tbl>
    <w:tblPr>
      <w:tblW w:w="10263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92"/>
      <w:gridCol w:w="5471"/>
    </w:tblGrid>
    <w:tr w:rsidR="008C2F88" w14:paraId="0B0601D8" w14:textId="77777777" w:rsidTr="004706FD">
      <w:tc>
        <w:tcPr>
          <w:tcW w:w="4534" w:type="dxa"/>
        </w:tcPr>
        <w:p w14:paraId="219E12BB" w14:textId="6C77038B" w:rsidR="008C2F88" w:rsidRPr="00C86331" w:rsidRDefault="008C2F88" w:rsidP="00C86331">
          <w:pPr>
            <w:pStyle w:val="Pidipagina"/>
            <w:tabs>
              <w:tab w:val="clear" w:pos="9638"/>
            </w:tabs>
            <w:ind w:left="-70"/>
            <w:rPr>
              <w:rFonts w:ascii="Poppins" w:hAnsi="Poppins" w:cs="Poppins"/>
              <w:iCs/>
              <w:sz w:val="16"/>
            </w:rPr>
          </w:pPr>
          <w:r w:rsidRPr="00EC29FF">
            <w:rPr>
              <w:rFonts w:ascii="Poppins" w:hAnsi="Poppins" w:cs="Poppins"/>
              <w:iCs/>
              <w:sz w:val="16"/>
            </w:rPr>
            <w:fldChar w:fldCharType="begin"/>
          </w:r>
          <w:r w:rsidRPr="00EC29FF">
            <w:rPr>
              <w:rFonts w:ascii="Poppins" w:hAnsi="Poppins" w:cs="Poppins"/>
              <w:iCs/>
              <w:sz w:val="16"/>
            </w:rPr>
            <w:instrText xml:space="preserve"> FILENAME  \* MERGEFORMAT </w:instrText>
          </w:r>
          <w:r w:rsidRPr="00EC29FF">
            <w:rPr>
              <w:rFonts w:ascii="Poppins" w:hAnsi="Poppins" w:cs="Poppins"/>
              <w:iCs/>
              <w:sz w:val="16"/>
            </w:rPr>
            <w:fldChar w:fldCharType="separate"/>
          </w:r>
          <w:r w:rsidR="00B26C92">
            <w:rPr>
              <w:rFonts w:ascii="Poppins" w:hAnsi="Poppins" w:cs="Poppins"/>
              <w:iCs/>
              <w:noProof/>
              <w:sz w:val="16"/>
            </w:rPr>
            <w:t>Termoregolazione</w:t>
          </w:r>
          <w:r w:rsidR="00CB7C99">
            <w:rPr>
              <w:rFonts w:ascii="Poppins" w:hAnsi="Poppins" w:cs="Poppins"/>
              <w:iCs/>
              <w:noProof/>
              <w:sz w:val="16"/>
            </w:rPr>
            <w:t xml:space="preserve"> a radiofrequenza</w:t>
          </w:r>
          <w:r w:rsidRPr="00EC29FF">
            <w:rPr>
              <w:rFonts w:ascii="Poppins" w:hAnsi="Poppins" w:cs="Poppins"/>
              <w:iCs/>
              <w:sz w:val="16"/>
            </w:rPr>
            <w:fldChar w:fldCharType="end"/>
          </w:r>
        </w:p>
      </w:tc>
      <w:tc>
        <w:tcPr>
          <w:tcW w:w="5176" w:type="dxa"/>
        </w:tcPr>
        <w:p w14:paraId="48414522" w14:textId="515A132A" w:rsidR="008C2F88" w:rsidRPr="00EC29FF" w:rsidRDefault="008C2F88">
          <w:pPr>
            <w:pStyle w:val="Pidipagina"/>
            <w:jc w:val="right"/>
            <w:rPr>
              <w:rFonts w:ascii="Poppins" w:hAnsi="Poppins" w:cs="Poppins"/>
              <w:sz w:val="14"/>
              <w:szCs w:val="14"/>
            </w:rPr>
          </w:pPr>
          <w:r w:rsidRPr="00EC29FF">
            <w:rPr>
              <w:rFonts w:ascii="Poppins" w:hAnsi="Poppins" w:cs="Poppins"/>
              <w:sz w:val="14"/>
              <w:szCs w:val="14"/>
            </w:rPr>
            <w:t xml:space="preserve">Pag.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PAGE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Pr="00EC29FF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  <w:r w:rsidRPr="00EC29FF">
            <w:rPr>
              <w:rFonts w:ascii="Poppins" w:hAnsi="Poppins" w:cs="Poppins"/>
              <w:sz w:val="14"/>
              <w:szCs w:val="14"/>
            </w:rPr>
            <w:t xml:space="preserve"> di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SECTIONPAGES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B26C92">
            <w:rPr>
              <w:rFonts w:ascii="Poppins" w:hAnsi="Poppins" w:cs="Poppins"/>
              <w:noProof/>
              <w:sz w:val="14"/>
              <w:szCs w:val="14"/>
            </w:rPr>
            <w:t>4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</w:p>
      </w:tc>
    </w:tr>
  </w:tbl>
  <w:p w14:paraId="008182CE" w14:textId="77777777" w:rsidR="008C2F88" w:rsidRPr="005C61B9" w:rsidRDefault="008C2F88" w:rsidP="00E07577">
    <w:pPr>
      <w:pStyle w:val="Pidipagina"/>
      <w:ind w:left="-284" w:right="-284"/>
      <w:jc w:val="both"/>
      <w:rPr>
        <w:rFonts w:ascii="Uni Neue Regular" w:hAnsi="Uni Neue Regular" w:cs="Poppins"/>
        <w:color w:val="000000" w:themeColor="text1"/>
        <w:sz w:val="16"/>
      </w:rPr>
    </w:pPr>
    <w:r>
      <w:rPr>
        <w:rFonts w:ascii="Uni Neue Regular" w:hAnsi="Uni Neue Regular" w:cs="Poppins"/>
        <w:noProof/>
        <w:color w:val="000000" w:themeColor="text1"/>
        <w:sz w:val="16"/>
      </w:rPr>
      <w:drawing>
        <wp:inline distT="0" distB="0" distL="0" distR="0" wp14:anchorId="475882AE" wp14:editId="299A23E8">
          <wp:extent cx="6516000" cy="633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m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73A800" w14:textId="77777777" w:rsidR="00B15174" w:rsidRDefault="00B15174">
      <w:r>
        <w:separator/>
      </w:r>
    </w:p>
  </w:footnote>
  <w:footnote w:type="continuationSeparator" w:id="0">
    <w:p w14:paraId="3F15D017" w14:textId="77777777" w:rsidR="00B15174" w:rsidRDefault="00B151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12A52" w14:textId="77777777" w:rsidR="008C2F88" w:rsidRDefault="008C2F88" w:rsidP="00CC31A7">
    <w:pPr>
      <w:pStyle w:val="Intestazione"/>
      <w:jc w:val="center"/>
      <w:rPr>
        <w:sz w:val="16"/>
        <w:szCs w:val="16"/>
      </w:rPr>
    </w:pPr>
    <w:r>
      <w:rPr>
        <w:noProof/>
        <w:sz w:val="20"/>
      </w:rPr>
      <w:drawing>
        <wp:inline distT="0" distB="0" distL="0" distR="0" wp14:anchorId="2AD6878F" wp14:editId="031B3F50">
          <wp:extent cx="1162050" cy="597323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mmeti_logo_ver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45" cy="60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20"/>
      </w:rPr>
      <w:t xml:space="preserve">                                                                                  </w:t>
    </w:r>
  </w:p>
  <w:p w14:paraId="7B5166F9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  <w:p w14:paraId="7CE860D4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35B4"/>
    <w:multiLevelType w:val="hybridMultilevel"/>
    <w:tmpl w:val="274010FE"/>
    <w:lvl w:ilvl="0" w:tplc="DBC4A896">
      <w:start w:val="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DF1F0B"/>
    <w:multiLevelType w:val="hybridMultilevel"/>
    <w:tmpl w:val="CAC689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AA0BEE"/>
    <w:multiLevelType w:val="hybridMultilevel"/>
    <w:tmpl w:val="C8A28D68"/>
    <w:lvl w:ilvl="0" w:tplc="2C3C83F6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16575"/>
    <w:multiLevelType w:val="hybridMultilevel"/>
    <w:tmpl w:val="0262D70E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69225B"/>
    <w:multiLevelType w:val="hybridMultilevel"/>
    <w:tmpl w:val="9A040514"/>
    <w:lvl w:ilvl="0" w:tplc="168E893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8B6973"/>
    <w:multiLevelType w:val="hybridMultilevel"/>
    <w:tmpl w:val="7D3E523C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02289E"/>
    <w:multiLevelType w:val="hybridMultilevel"/>
    <w:tmpl w:val="DCB0FD9A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AA7B49"/>
    <w:multiLevelType w:val="hybridMultilevel"/>
    <w:tmpl w:val="068A1AB0"/>
    <w:lvl w:ilvl="0" w:tplc="2C3C83F6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EE3C35"/>
    <w:multiLevelType w:val="hybridMultilevel"/>
    <w:tmpl w:val="040806F4"/>
    <w:lvl w:ilvl="0" w:tplc="2C3C83F6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5476FA"/>
    <w:multiLevelType w:val="hybridMultilevel"/>
    <w:tmpl w:val="9BA46068"/>
    <w:lvl w:ilvl="0" w:tplc="DA12A70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9F481E"/>
    <w:multiLevelType w:val="hybridMultilevel"/>
    <w:tmpl w:val="E3F837EA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582910"/>
    <w:multiLevelType w:val="hybridMultilevel"/>
    <w:tmpl w:val="0040DF5C"/>
    <w:lvl w:ilvl="0" w:tplc="E73EEAB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6C3ECE"/>
    <w:multiLevelType w:val="hybridMultilevel"/>
    <w:tmpl w:val="AB6AB67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1A67B29"/>
    <w:multiLevelType w:val="hybridMultilevel"/>
    <w:tmpl w:val="6EB23D48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065166"/>
    <w:multiLevelType w:val="hybridMultilevel"/>
    <w:tmpl w:val="4F445F5E"/>
    <w:lvl w:ilvl="0" w:tplc="5968512A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087FE0"/>
    <w:multiLevelType w:val="hybridMultilevel"/>
    <w:tmpl w:val="3124A924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FF680D"/>
    <w:multiLevelType w:val="hybridMultilevel"/>
    <w:tmpl w:val="C4FC9188"/>
    <w:lvl w:ilvl="0" w:tplc="3010242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282717"/>
    <w:multiLevelType w:val="hybridMultilevel"/>
    <w:tmpl w:val="203E5C84"/>
    <w:lvl w:ilvl="0" w:tplc="3628FC92">
      <w:start w:val="1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9D7EDD"/>
    <w:multiLevelType w:val="hybridMultilevel"/>
    <w:tmpl w:val="61464692"/>
    <w:lvl w:ilvl="0" w:tplc="2C3C83F6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39637D"/>
    <w:multiLevelType w:val="hybridMultilevel"/>
    <w:tmpl w:val="1EF27E5C"/>
    <w:lvl w:ilvl="0" w:tplc="01CEB3F6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551E49"/>
    <w:multiLevelType w:val="hybridMultilevel"/>
    <w:tmpl w:val="1830700C"/>
    <w:lvl w:ilvl="0" w:tplc="F5DEE7AA">
      <w:start w:val="1"/>
      <w:numFmt w:val="bullet"/>
      <w:lvlText w:val="○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2122BB"/>
    <w:multiLevelType w:val="hybridMultilevel"/>
    <w:tmpl w:val="2842D460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4F0ECF"/>
    <w:multiLevelType w:val="hybridMultilevel"/>
    <w:tmpl w:val="85DAA3CA"/>
    <w:lvl w:ilvl="0" w:tplc="AC34B44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AF7F53"/>
    <w:multiLevelType w:val="hybridMultilevel"/>
    <w:tmpl w:val="AF28390C"/>
    <w:lvl w:ilvl="0" w:tplc="33803F0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D92C6E"/>
    <w:multiLevelType w:val="hybridMultilevel"/>
    <w:tmpl w:val="63B233A2"/>
    <w:lvl w:ilvl="0" w:tplc="2922648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4406B9"/>
    <w:multiLevelType w:val="hybridMultilevel"/>
    <w:tmpl w:val="EE98EF4A"/>
    <w:lvl w:ilvl="0" w:tplc="B2C47658">
      <w:start w:val="18"/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6" w15:restartNumberingAfterBreak="0">
    <w:nsid w:val="625F2EFC"/>
    <w:multiLevelType w:val="hybridMultilevel"/>
    <w:tmpl w:val="C67E767A"/>
    <w:lvl w:ilvl="0" w:tplc="5D529B4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A528D9"/>
    <w:multiLevelType w:val="hybridMultilevel"/>
    <w:tmpl w:val="9724DBE6"/>
    <w:lvl w:ilvl="0" w:tplc="2C3C83F6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E15B5A"/>
    <w:multiLevelType w:val="hybridMultilevel"/>
    <w:tmpl w:val="910AA362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3A3A78"/>
    <w:multiLevelType w:val="hybridMultilevel"/>
    <w:tmpl w:val="BF941ECC"/>
    <w:lvl w:ilvl="0" w:tplc="F55ED408">
      <w:start w:val="2000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167AFD"/>
    <w:multiLevelType w:val="hybridMultilevel"/>
    <w:tmpl w:val="2D7A051C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9E65B3"/>
    <w:multiLevelType w:val="hybridMultilevel"/>
    <w:tmpl w:val="AE4C453A"/>
    <w:lvl w:ilvl="0" w:tplc="2C3C83F6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CC3EFB"/>
    <w:multiLevelType w:val="hybridMultilevel"/>
    <w:tmpl w:val="A48E7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9D1083F"/>
    <w:multiLevelType w:val="hybridMultilevel"/>
    <w:tmpl w:val="D3A4EB92"/>
    <w:lvl w:ilvl="0" w:tplc="2C3C83F6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661856">
    <w:abstractNumId w:val="20"/>
  </w:num>
  <w:num w:numId="2" w16cid:durableId="581259772">
    <w:abstractNumId w:val="19"/>
  </w:num>
  <w:num w:numId="3" w16cid:durableId="805706448">
    <w:abstractNumId w:val="9"/>
  </w:num>
  <w:num w:numId="4" w16cid:durableId="820850251">
    <w:abstractNumId w:val="4"/>
  </w:num>
  <w:num w:numId="5" w16cid:durableId="99418895">
    <w:abstractNumId w:val="16"/>
  </w:num>
  <w:num w:numId="6" w16cid:durableId="7954132">
    <w:abstractNumId w:val="14"/>
  </w:num>
  <w:num w:numId="7" w16cid:durableId="760490763">
    <w:abstractNumId w:val="11"/>
  </w:num>
  <w:num w:numId="8" w16cid:durableId="904879118">
    <w:abstractNumId w:val="14"/>
  </w:num>
  <w:num w:numId="9" w16cid:durableId="820855811">
    <w:abstractNumId w:val="0"/>
  </w:num>
  <w:num w:numId="10" w16cid:durableId="1711950124">
    <w:abstractNumId w:val="14"/>
  </w:num>
  <w:num w:numId="11" w16cid:durableId="424115728">
    <w:abstractNumId w:val="23"/>
  </w:num>
  <w:num w:numId="12" w16cid:durableId="1810128318">
    <w:abstractNumId w:val="26"/>
  </w:num>
  <w:num w:numId="13" w16cid:durableId="1660495293">
    <w:abstractNumId w:val="22"/>
  </w:num>
  <w:num w:numId="14" w16cid:durableId="1956446258">
    <w:abstractNumId w:val="12"/>
  </w:num>
  <w:num w:numId="15" w16cid:durableId="212616979">
    <w:abstractNumId w:val="24"/>
  </w:num>
  <w:num w:numId="16" w16cid:durableId="736173996">
    <w:abstractNumId w:val="29"/>
  </w:num>
  <w:num w:numId="17" w16cid:durableId="1693415677">
    <w:abstractNumId w:val="32"/>
  </w:num>
  <w:num w:numId="18" w16cid:durableId="1216821519">
    <w:abstractNumId w:val="25"/>
  </w:num>
  <w:num w:numId="19" w16cid:durableId="384792593">
    <w:abstractNumId w:val="1"/>
  </w:num>
  <w:num w:numId="20" w16cid:durableId="743603983">
    <w:abstractNumId w:val="3"/>
  </w:num>
  <w:num w:numId="21" w16cid:durableId="2559546">
    <w:abstractNumId w:val="17"/>
  </w:num>
  <w:num w:numId="22" w16cid:durableId="619725927">
    <w:abstractNumId w:val="6"/>
  </w:num>
  <w:num w:numId="23" w16cid:durableId="186138284">
    <w:abstractNumId w:val="21"/>
  </w:num>
  <w:num w:numId="24" w16cid:durableId="316687754">
    <w:abstractNumId w:val="30"/>
  </w:num>
  <w:num w:numId="25" w16cid:durableId="1973051972">
    <w:abstractNumId w:val="10"/>
  </w:num>
  <w:num w:numId="26" w16cid:durableId="158082158">
    <w:abstractNumId w:val="13"/>
  </w:num>
  <w:num w:numId="27" w16cid:durableId="810319473">
    <w:abstractNumId w:val="28"/>
  </w:num>
  <w:num w:numId="28" w16cid:durableId="820314893">
    <w:abstractNumId w:val="15"/>
  </w:num>
  <w:num w:numId="29" w16cid:durableId="985596820">
    <w:abstractNumId w:val="5"/>
  </w:num>
  <w:num w:numId="30" w16cid:durableId="575938882">
    <w:abstractNumId w:val="33"/>
  </w:num>
  <w:num w:numId="31" w16cid:durableId="359824155">
    <w:abstractNumId w:val="7"/>
  </w:num>
  <w:num w:numId="32" w16cid:durableId="809908604">
    <w:abstractNumId w:val="2"/>
  </w:num>
  <w:num w:numId="33" w16cid:durableId="727384298">
    <w:abstractNumId w:val="18"/>
  </w:num>
  <w:num w:numId="34" w16cid:durableId="2005547944">
    <w:abstractNumId w:val="27"/>
  </w:num>
  <w:num w:numId="35" w16cid:durableId="422343256">
    <w:abstractNumId w:val="31"/>
  </w:num>
  <w:num w:numId="36" w16cid:durableId="1096661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a0tLCwMDM0MDEyszRU0lEKTi0uzszPAykwqwUALtT5CywAAAA="/>
  </w:docVars>
  <w:rsids>
    <w:rsidRoot w:val="00C86331"/>
    <w:rsid w:val="00000623"/>
    <w:rsid w:val="000513BE"/>
    <w:rsid w:val="0006784D"/>
    <w:rsid w:val="0009136B"/>
    <w:rsid w:val="000A41FB"/>
    <w:rsid w:val="000B6932"/>
    <w:rsid w:val="000C52FA"/>
    <w:rsid w:val="000F7A52"/>
    <w:rsid w:val="001033AF"/>
    <w:rsid w:val="00103A0D"/>
    <w:rsid w:val="00117A0E"/>
    <w:rsid w:val="001441C6"/>
    <w:rsid w:val="001450AB"/>
    <w:rsid w:val="001620E3"/>
    <w:rsid w:val="00171DAE"/>
    <w:rsid w:val="00195A49"/>
    <w:rsid w:val="001A5581"/>
    <w:rsid w:val="001D365F"/>
    <w:rsid w:val="001E6403"/>
    <w:rsid w:val="001F782F"/>
    <w:rsid w:val="0023000E"/>
    <w:rsid w:val="002346C2"/>
    <w:rsid w:val="00264BCF"/>
    <w:rsid w:val="0028448D"/>
    <w:rsid w:val="002862D2"/>
    <w:rsid w:val="002B5D63"/>
    <w:rsid w:val="002F7EEA"/>
    <w:rsid w:val="00304518"/>
    <w:rsid w:val="003333BC"/>
    <w:rsid w:val="00344430"/>
    <w:rsid w:val="00350CA2"/>
    <w:rsid w:val="003524C7"/>
    <w:rsid w:val="00357812"/>
    <w:rsid w:val="00365710"/>
    <w:rsid w:val="00372ECE"/>
    <w:rsid w:val="003B0FFE"/>
    <w:rsid w:val="003D4BE3"/>
    <w:rsid w:val="004272FC"/>
    <w:rsid w:val="00433C12"/>
    <w:rsid w:val="0044592F"/>
    <w:rsid w:val="00447EFC"/>
    <w:rsid w:val="004706FD"/>
    <w:rsid w:val="00474537"/>
    <w:rsid w:val="0048382E"/>
    <w:rsid w:val="004F1A26"/>
    <w:rsid w:val="005235FA"/>
    <w:rsid w:val="00525BAE"/>
    <w:rsid w:val="00530F9B"/>
    <w:rsid w:val="005315F1"/>
    <w:rsid w:val="00536743"/>
    <w:rsid w:val="0054295B"/>
    <w:rsid w:val="00562E55"/>
    <w:rsid w:val="00584984"/>
    <w:rsid w:val="005A796D"/>
    <w:rsid w:val="005C61B9"/>
    <w:rsid w:val="005E1169"/>
    <w:rsid w:val="006015C2"/>
    <w:rsid w:val="006040F5"/>
    <w:rsid w:val="00610639"/>
    <w:rsid w:val="00620C00"/>
    <w:rsid w:val="00665813"/>
    <w:rsid w:val="006B218C"/>
    <w:rsid w:val="006B29B1"/>
    <w:rsid w:val="006C0D89"/>
    <w:rsid w:val="006C14CB"/>
    <w:rsid w:val="006C2BE4"/>
    <w:rsid w:val="006D044B"/>
    <w:rsid w:val="006D4FDF"/>
    <w:rsid w:val="006E5C4B"/>
    <w:rsid w:val="006E6F9C"/>
    <w:rsid w:val="006F1812"/>
    <w:rsid w:val="006F6AB3"/>
    <w:rsid w:val="00710BB8"/>
    <w:rsid w:val="00727388"/>
    <w:rsid w:val="0073789C"/>
    <w:rsid w:val="00745AB1"/>
    <w:rsid w:val="0074712F"/>
    <w:rsid w:val="00757AC7"/>
    <w:rsid w:val="00782096"/>
    <w:rsid w:val="007B5BA3"/>
    <w:rsid w:val="007D5EC7"/>
    <w:rsid w:val="007E6E02"/>
    <w:rsid w:val="007E7665"/>
    <w:rsid w:val="007F4841"/>
    <w:rsid w:val="008014DD"/>
    <w:rsid w:val="0080323F"/>
    <w:rsid w:val="00830828"/>
    <w:rsid w:val="00844BBC"/>
    <w:rsid w:val="008574C8"/>
    <w:rsid w:val="00867692"/>
    <w:rsid w:val="008804CB"/>
    <w:rsid w:val="00887902"/>
    <w:rsid w:val="008A2C0A"/>
    <w:rsid w:val="008B5587"/>
    <w:rsid w:val="008C2F88"/>
    <w:rsid w:val="008E5212"/>
    <w:rsid w:val="00904071"/>
    <w:rsid w:val="009059BB"/>
    <w:rsid w:val="00923354"/>
    <w:rsid w:val="00931A8A"/>
    <w:rsid w:val="00936F47"/>
    <w:rsid w:val="0094047C"/>
    <w:rsid w:val="00942B09"/>
    <w:rsid w:val="00992282"/>
    <w:rsid w:val="0099452E"/>
    <w:rsid w:val="009A219D"/>
    <w:rsid w:val="009A3528"/>
    <w:rsid w:val="009B37F1"/>
    <w:rsid w:val="009C1166"/>
    <w:rsid w:val="009D3135"/>
    <w:rsid w:val="009D51C1"/>
    <w:rsid w:val="009D54F1"/>
    <w:rsid w:val="009D6327"/>
    <w:rsid w:val="009E07DC"/>
    <w:rsid w:val="009E250A"/>
    <w:rsid w:val="009E2742"/>
    <w:rsid w:val="00A04235"/>
    <w:rsid w:val="00A06A5E"/>
    <w:rsid w:val="00A216E2"/>
    <w:rsid w:val="00A62A77"/>
    <w:rsid w:val="00A743FF"/>
    <w:rsid w:val="00A82E78"/>
    <w:rsid w:val="00AC0741"/>
    <w:rsid w:val="00AD05EC"/>
    <w:rsid w:val="00AD1706"/>
    <w:rsid w:val="00AF350C"/>
    <w:rsid w:val="00B15174"/>
    <w:rsid w:val="00B26C92"/>
    <w:rsid w:val="00B406A9"/>
    <w:rsid w:val="00B7475F"/>
    <w:rsid w:val="00B93CD1"/>
    <w:rsid w:val="00BB0104"/>
    <w:rsid w:val="00BB2A5B"/>
    <w:rsid w:val="00BD14D8"/>
    <w:rsid w:val="00BF1E16"/>
    <w:rsid w:val="00C02E1C"/>
    <w:rsid w:val="00C055AD"/>
    <w:rsid w:val="00C203AE"/>
    <w:rsid w:val="00C233C1"/>
    <w:rsid w:val="00C25698"/>
    <w:rsid w:val="00C27DFF"/>
    <w:rsid w:val="00C36C55"/>
    <w:rsid w:val="00C41ADB"/>
    <w:rsid w:val="00C437EE"/>
    <w:rsid w:val="00C55FF9"/>
    <w:rsid w:val="00C86331"/>
    <w:rsid w:val="00C93402"/>
    <w:rsid w:val="00C939B1"/>
    <w:rsid w:val="00CB1475"/>
    <w:rsid w:val="00CB7C99"/>
    <w:rsid w:val="00CC31A7"/>
    <w:rsid w:val="00CE7C2F"/>
    <w:rsid w:val="00D061A5"/>
    <w:rsid w:val="00D178ED"/>
    <w:rsid w:val="00D17F30"/>
    <w:rsid w:val="00D2119B"/>
    <w:rsid w:val="00D229AF"/>
    <w:rsid w:val="00D26FD9"/>
    <w:rsid w:val="00D3522D"/>
    <w:rsid w:val="00D440AE"/>
    <w:rsid w:val="00D44371"/>
    <w:rsid w:val="00D62BDF"/>
    <w:rsid w:val="00D832BB"/>
    <w:rsid w:val="00D902A4"/>
    <w:rsid w:val="00DA3646"/>
    <w:rsid w:val="00DD2E16"/>
    <w:rsid w:val="00DE4884"/>
    <w:rsid w:val="00DE5C0B"/>
    <w:rsid w:val="00E07577"/>
    <w:rsid w:val="00E17A38"/>
    <w:rsid w:val="00E36C49"/>
    <w:rsid w:val="00E42389"/>
    <w:rsid w:val="00E5632D"/>
    <w:rsid w:val="00E7391C"/>
    <w:rsid w:val="00E94BE3"/>
    <w:rsid w:val="00EA01C8"/>
    <w:rsid w:val="00EB33B9"/>
    <w:rsid w:val="00EC29FF"/>
    <w:rsid w:val="00ED24CF"/>
    <w:rsid w:val="00EF73E5"/>
    <w:rsid w:val="00F50F65"/>
    <w:rsid w:val="00F53758"/>
    <w:rsid w:val="00F60A08"/>
    <w:rsid w:val="00FA0CA8"/>
    <w:rsid w:val="00FD02BC"/>
    <w:rsid w:val="00FD2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1E49E7F9"/>
  <w15:chartTrackingRefBased/>
  <w15:docId w15:val="{7F9F0A67-C7E4-4B4C-80E1-FEC27019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G Omega" w:hAnsi="CG Omega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F7A52"/>
    <w:rPr>
      <w:rFonts w:ascii="Tahoma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rsid w:val="001620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06A5E"/>
    <w:pPr>
      <w:ind w:left="708"/>
    </w:pPr>
    <w:rPr>
      <w:rFonts w:ascii="Verdana" w:hAnsi="Verdana"/>
      <w:sz w:val="20"/>
    </w:rPr>
  </w:style>
  <w:style w:type="character" w:customStyle="1" w:styleId="TestocommentoCarattere">
    <w:name w:val="Testo commento Carattere"/>
    <w:link w:val="Testocommento"/>
    <w:semiHidden/>
    <w:rsid w:val="00A06A5E"/>
    <w:rPr>
      <w:rFonts w:ascii="CG Omega" w:hAnsi="CG Omega"/>
      <w:lang w:eastAsia="it-IT"/>
    </w:rPr>
  </w:style>
  <w:style w:type="character" w:customStyle="1" w:styleId="IntestazioneCarattere">
    <w:name w:val="Intestazione Carattere"/>
    <w:link w:val="Intestazione"/>
    <w:rsid w:val="007B5BA3"/>
    <w:rPr>
      <w:rFonts w:ascii="CG Omega" w:hAnsi="CG Omega"/>
      <w:sz w:val="24"/>
      <w:lang w:eastAsia="it-IT"/>
    </w:rPr>
  </w:style>
  <w:style w:type="table" w:styleId="Grigliatabella">
    <w:name w:val="Table Grid"/>
    <w:basedOn w:val="Tabellanormale"/>
    <w:rsid w:val="00757AC7"/>
    <w:rPr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semiHidden/>
    <w:unhideWhenUsed/>
    <w:rsid w:val="00936F47"/>
    <w:rPr>
      <w:sz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936F47"/>
    <w:rPr>
      <w:rFonts w:ascii="CG Omega" w:hAnsi="CG Omeg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g_lpa\Desktop\Modulistica%20EMMETI_FIV\Carta%20intestata%20e%20fax%20EMMETI%20e%20FIV\Emmeti%20new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F2AA88-53DA-49F4-BF61-CFB7540EB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Emmeti new 2020</Template>
  <TotalTime>0</TotalTime>
  <Pages>4</Pages>
  <Words>771</Words>
  <Characters>4490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							</vt:lpstr>
    </vt:vector>
  </TitlesOfParts>
  <Company>EMMNETI</Company>
  <LinksUpToDate>false</LinksUpToDate>
  <CharactersWithSpaces>5251</CharactersWithSpaces>
  <SharedDoc>false</SharedDoc>
  <HLinks>
    <vt:vector size="12" baseType="variant">
      <vt:variant>
        <vt:i4>8192099</vt:i4>
      </vt:variant>
      <vt:variant>
        <vt:i4>12</vt:i4>
      </vt:variant>
      <vt:variant>
        <vt:i4>0</vt:i4>
      </vt:variant>
      <vt:variant>
        <vt:i4>5</vt:i4>
      </vt:variant>
      <vt:variant>
        <vt:lpwstr>http://www.fiv.it/</vt:lpwstr>
      </vt:variant>
      <vt:variant>
        <vt:lpwstr/>
      </vt:variant>
      <vt:variant>
        <vt:i4>1966130</vt:i4>
      </vt:variant>
      <vt:variant>
        <vt:i4>9</vt:i4>
      </vt:variant>
      <vt:variant>
        <vt:i4>0</vt:i4>
      </vt:variant>
      <vt:variant>
        <vt:i4>5</vt:i4>
      </vt:variant>
      <vt:variant>
        <vt:lpwstr>mailto:info@fiv.it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</dc:title>
  <dc:subject/>
  <dc:creator>Luca PADOVAN</dc:creator>
  <cp:keywords/>
  <dc:description/>
  <cp:lastModifiedBy>Eva ZIN</cp:lastModifiedBy>
  <cp:revision>9</cp:revision>
  <cp:lastPrinted>2013-11-14T13:48:00Z</cp:lastPrinted>
  <dcterms:created xsi:type="dcterms:W3CDTF">2024-08-29T12:15:00Z</dcterms:created>
  <dcterms:modified xsi:type="dcterms:W3CDTF">2024-08-29T12:19:00Z</dcterms:modified>
</cp:coreProperties>
</file>